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F2E" w:rsidRPr="000E2C9E" w:rsidRDefault="005B7377" w:rsidP="005B7377">
      <w:pPr>
        <w:pStyle w:val="Heading1"/>
      </w:pPr>
      <w:r w:rsidRPr="000E2C9E">
        <w:t>Alimentation linéaire</w:t>
      </w:r>
    </w:p>
    <w:p w:rsidR="005B7377" w:rsidRDefault="005B7377" w:rsidP="005B7377">
      <w:pPr>
        <w:pStyle w:val="Heading2"/>
        <w:numPr>
          <w:ilvl w:val="1"/>
          <w:numId w:val="17"/>
        </w:numPr>
        <w:rPr>
          <w:color w:val="000000"/>
          <w:lang w:val="fr-FR"/>
        </w:rPr>
      </w:pPr>
      <w:r w:rsidRPr="000E2C9E">
        <w:rPr>
          <w:color w:val="000000"/>
          <w:lang w:val="fr-FR"/>
        </w:rPr>
        <w:t>Introduction</w:t>
      </w:r>
    </w:p>
    <w:p w:rsidR="00DC1427" w:rsidRDefault="00DC1427" w:rsidP="00DC1427">
      <w:r>
        <w:t>L’électronique est une partie de l’électro</w:t>
      </w:r>
      <w:r w:rsidR="00835904">
        <w:t>tech</w:t>
      </w:r>
      <w:r>
        <w:t>nique qui essaie de contrôler le courant électrique électriquement et non mécaniquement. Les circuits électronique</w:t>
      </w:r>
      <w:r w:rsidR="00835904">
        <w:t>s contiennent classiquement:</w:t>
      </w:r>
    </w:p>
    <w:p w:rsidR="00835904" w:rsidRDefault="00835904" w:rsidP="00835904">
      <w:pPr>
        <w:pStyle w:val="ListParagraph"/>
        <w:numPr>
          <w:ilvl w:val="0"/>
          <w:numId w:val="23"/>
        </w:numPr>
      </w:pPr>
      <w:r>
        <w:t>résistance ohmique</w:t>
      </w:r>
    </w:p>
    <w:p w:rsidR="00835904" w:rsidRDefault="00835904" w:rsidP="00835904">
      <w:pPr>
        <w:pStyle w:val="ListParagraph"/>
        <w:numPr>
          <w:ilvl w:val="0"/>
          <w:numId w:val="23"/>
        </w:numPr>
      </w:pPr>
      <w:r>
        <w:t>bobine</w:t>
      </w:r>
    </w:p>
    <w:p w:rsidR="00835904" w:rsidRDefault="00835904" w:rsidP="00835904">
      <w:pPr>
        <w:pStyle w:val="ListParagraph"/>
        <w:numPr>
          <w:ilvl w:val="0"/>
          <w:numId w:val="23"/>
        </w:numPr>
      </w:pPr>
      <w:r>
        <w:t>condensateurs</w:t>
      </w:r>
    </w:p>
    <w:p w:rsidR="00835904" w:rsidRDefault="00835904" w:rsidP="00835904">
      <w:pPr>
        <w:pStyle w:val="ListParagraph"/>
        <w:numPr>
          <w:ilvl w:val="0"/>
          <w:numId w:val="23"/>
        </w:numPr>
      </w:pPr>
      <w:r>
        <w:t>diode</w:t>
      </w:r>
    </w:p>
    <w:p w:rsidR="00835904" w:rsidRDefault="00835904" w:rsidP="00835904">
      <w:pPr>
        <w:pStyle w:val="ListParagraph"/>
        <w:numPr>
          <w:ilvl w:val="0"/>
          <w:numId w:val="23"/>
        </w:numPr>
      </w:pPr>
      <w:r>
        <w:t>transistor</w:t>
      </w:r>
    </w:p>
    <w:p w:rsidR="00835904" w:rsidRDefault="00835904" w:rsidP="00835904">
      <w:pPr>
        <w:pStyle w:val="ListParagraph"/>
        <w:numPr>
          <w:ilvl w:val="0"/>
          <w:numId w:val="23"/>
        </w:numPr>
      </w:pPr>
      <w:r>
        <w:t>circuit intégré (angl.: IC, franç.: puce)</w:t>
      </w:r>
    </w:p>
    <w:p w:rsidR="00A64F2E" w:rsidRPr="000E2C9E" w:rsidRDefault="00835904" w:rsidP="00BD3551">
      <w:r>
        <w:t>Beaucoup de circuits électroniques ont besoin d'une tension d'alimentation continue pour pouvoir fonctionner.</w:t>
      </w:r>
      <w:r w:rsidR="00BD3551">
        <w:t xml:space="preserve"> Un circuit qui sait transformer </w:t>
      </w:r>
      <w:r w:rsidR="00BD3551" w:rsidRPr="000E2C9E">
        <w:t xml:space="preserve">la tension </w:t>
      </w:r>
      <w:r w:rsidR="00BD3551">
        <w:t>alternative d</w:t>
      </w:r>
      <w:r w:rsidR="00BD3551" w:rsidRPr="000E2C9E">
        <w:t>u secteur (230V~) en une tension continue</w:t>
      </w:r>
      <w:r w:rsidR="00BD3551">
        <w:t xml:space="preserve"> est appelé </w:t>
      </w:r>
      <w:r w:rsidR="005B7377" w:rsidRPr="00BD3551">
        <w:rPr>
          <w:i/>
          <w:u w:val="single"/>
        </w:rPr>
        <w:t>alimentation linéaire</w:t>
      </w:r>
      <w:r w:rsidR="00BD3551">
        <w:t xml:space="preserve"> et elle </w:t>
      </w:r>
      <w:r w:rsidR="005B7377" w:rsidRPr="000E2C9E">
        <w:t>se compose généralement des blocs sui</w:t>
      </w:r>
      <w:bookmarkStart w:id="0" w:name="_GoBack"/>
      <w:bookmarkEnd w:id="0"/>
      <w:r w:rsidR="005B7377" w:rsidRPr="000E2C9E">
        <w:t>vant</w:t>
      </w:r>
      <w:r w:rsidR="00A8659F">
        <w:t>s</w:t>
      </w:r>
      <w:r w:rsidR="00A64F2E" w:rsidRPr="000E2C9E">
        <w:t>:</w:t>
      </w:r>
    </w:p>
    <w:p w:rsidR="00A64F2E" w:rsidRPr="000E2C9E" w:rsidRDefault="005B7377">
      <w:pPr>
        <w:pStyle w:val="BodyText"/>
        <w:numPr>
          <w:ilvl w:val="0"/>
          <w:numId w:val="13"/>
        </w:numPr>
        <w:spacing w:line="240" w:lineRule="auto"/>
        <w:rPr>
          <w:b w:val="0"/>
          <w:u w:val="none"/>
          <w:lang w:val="fr-FR"/>
        </w:rPr>
      </w:pPr>
      <w:r w:rsidRPr="000E2C9E">
        <w:rPr>
          <w:b w:val="0"/>
          <w:u w:val="none"/>
          <w:lang w:val="fr-FR"/>
        </w:rPr>
        <w:t>t</w:t>
      </w:r>
      <w:r w:rsidR="00A64F2E" w:rsidRPr="000E2C9E">
        <w:rPr>
          <w:b w:val="0"/>
          <w:u w:val="none"/>
          <w:lang w:val="fr-FR"/>
        </w:rPr>
        <w:t>ransformat</w:t>
      </w:r>
      <w:r w:rsidRPr="000E2C9E">
        <w:rPr>
          <w:b w:val="0"/>
          <w:u w:val="none"/>
          <w:lang w:val="fr-FR"/>
        </w:rPr>
        <w:t>eur</w:t>
      </w:r>
    </w:p>
    <w:p w:rsidR="00A64F2E" w:rsidRPr="000E2C9E" w:rsidRDefault="005B7377">
      <w:pPr>
        <w:pStyle w:val="BodyText"/>
        <w:numPr>
          <w:ilvl w:val="0"/>
          <w:numId w:val="13"/>
        </w:numPr>
        <w:spacing w:line="240" w:lineRule="auto"/>
        <w:rPr>
          <w:b w:val="0"/>
          <w:u w:val="none"/>
          <w:lang w:val="fr-FR"/>
        </w:rPr>
      </w:pPr>
      <w:bookmarkStart w:id="1" w:name="_Ref412832490"/>
      <w:r w:rsidRPr="000E2C9E">
        <w:rPr>
          <w:b w:val="0"/>
          <w:u w:val="none"/>
          <w:lang w:val="fr-FR"/>
        </w:rPr>
        <w:t>redresseur</w:t>
      </w:r>
      <w:bookmarkEnd w:id="1"/>
    </w:p>
    <w:p w:rsidR="00A64F2E" w:rsidRPr="000E2C9E" w:rsidRDefault="005B7377">
      <w:pPr>
        <w:pStyle w:val="BodyText"/>
        <w:numPr>
          <w:ilvl w:val="0"/>
          <w:numId w:val="13"/>
        </w:numPr>
        <w:spacing w:line="240" w:lineRule="auto"/>
        <w:rPr>
          <w:b w:val="0"/>
          <w:u w:val="none"/>
          <w:lang w:val="fr-FR"/>
        </w:rPr>
      </w:pPr>
      <w:r w:rsidRPr="000E2C9E">
        <w:rPr>
          <w:b w:val="0"/>
          <w:u w:val="none"/>
          <w:lang w:val="fr-FR"/>
        </w:rPr>
        <w:t>lissage</w:t>
      </w:r>
    </w:p>
    <w:p w:rsidR="00A64F2E" w:rsidRPr="000E2C9E" w:rsidRDefault="005B7377">
      <w:pPr>
        <w:pStyle w:val="BodyText"/>
        <w:numPr>
          <w:ilvl w:val="0"/>
          <w:numId w:val="13"/>
        </w:numPr>
        <w:rPr>
          <w:b w:val="0"/>
          <w:u w:val="none"/>
          <w:lang w:val="fr-FR"/>
        </w:rPr>
      </w:pPr>
      <w:r w:rsidRPr="000E2C9E">
        <w:rPr>
          <w:b w:val="0"/>
          <w:u w:val="none"/>
          <w:lang w:val="fr-FR"/>
        </w:rPr>
        <w:t>stabilisation</w:t>
      </w:r>
    </w:p>
    <w:p w:rsidR="00A64F2E" w:rsidRPr="000E2C9E" w:rsidRDefault="005B7377">
      <w:pPr>
        <w:pStyle w:val="BodyText"/>
        <w:rPr>
          <w:lang w:val="fr-FR"/>
        </w:rPr>
      </w:pPr>
      <w:r w:rsidRPr="000E2C9E">
        <w:rPr>
          <w:lang w:val="fr-FR"/>
        </w:rPr>
        <w:t>diagramme en bloc</w:t>
      </w:r>
      <w:r w:rsidR="00A64F2E" w:rsidRPr="000E2C9E">
        <w:rPr>
          <w:lang w:val="fr-FR"/>
        </w:rPr>
        <w:t>:</w:t>
      </w:r>
    </w:p>
    <w:p w:rsidR="00A64F2E" w:rsidRPr="000E2C9E" w:rsidRDefault="00FA37F7">
      <w:pPr>
        <w:jc w:val="center"/>
      </w:pPr>
      <w:r w:rsidRPr="000E2C9E">
        <w:object w:dxaOrig="11555" w:dyaOrig="20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86.25pt" o:ole="">
            <v:imagedata r:id="rId8" o:title=""/>
          </v:shape>
          <o:OLEObject Type="Embed" ProgID="Visio.Drawing.11" ShapeID="_x0000_i1025" DrawAspect="Content" ObjectID="_1535828941" r:id="rId9"/>
        </w:object>
      </w:r>
    </w:p>
    <w:p w:rsidR="00A64F2E" w:rsidRPr="000E2C9E" w:rsidRDefault="00A64F2E"/>
    <w:p w:rsidR="00FA37F7" w:rsidRPr="000E2C9E" w:rsidRDefault="00FA37F7">
      <w:r w:rsidRPr="000E2C9E">
        <w:t xml:space="preserve">Si une alimentation porte par exemple </w:t>
      </w:r>
      <w:r w:rsidR="00A8659F" w:rsidRPr="000E2C9E">
        <w:t>l'i</w:t>
      </w:r>
      <w:r w:rsidR="00A8659F">
        <w:t xml:space="preserve">nscription </w:t>
      </w:r>
      <w:r w:rsidR="00A8659F">
        <w:t>"</w:t>
      </w:r>
      <w:r w:rsidR="00A64F2E" w:rsidRPr="000E2C9E">
        <w:t>5V/3A</w:t>
      </w:r>
      <w:r w:rsidR="00A8659F">
        <w:t>"</w:t>
      </w:r>
      <w:r w:rsidRPr="000E2C9E">
        <w:t xml:space="preserve"> alors l'alimentation sort une tension </w:t>
      </w:r>
      <w:r w:rsidR="007F1BC3">
        <w:t xml:space="preserve">continue </w:t>
      </w:r>
      <w:r w:rsidRPr="000E2C9E">
        <w:t xml:space="preserve">de </w:t>
      </w:r>
      <w:r w:rsidR="00A64F2E" w:rsidRPr="000E2C9E">
        <w:t xml:space="preserve">5V </w:t>
      </w:r>
      <w:r w:rsidRPr="000E2C9E">
        <w:t xml:space="preserve">et elle sait livrer un courant d'une intensité </w:t>
      </w:r>
      <w:r w:rsidR="00A64F2E" w:rsidRPr="000E2C9E">
        <w:rPr>
          <w:b/>
          <w:bCs/>
        </w:rPr>
        <w:t>maximal</w:t>
      </w:r>
      <w:r w:rsidRPr="000E2C9E">
        <w:rPr>
          <w:b/>
          <w:bCs/>
        </w:rPr>
        <w:t xml:space="preserve">e </w:t>
      </w:r>
      <w:r w:rsidRPr="000E2C9E">
        <w:rPr>
          <w:bCs/>
        </w:rPr>
        <w:t>de</w:t>
      </w:r>
      <w:r w:rsidR="00A64F2E" w:rsidRPr="000E2C9E">
        <w:t xml:space="preserve"> 3A. </w:t>
      </w:r>
      <w:r w:rsidRPr="000E2C9E">
        <w:t>L'intensité réellement fournit dépend bien sûr de la valeur de la résistance de charge qui est branchée à la sortie de l'alimentation</w:t>
      </w:r>
      <w:r w:rsidR="00A64F2E" w:rsidRPr="000E2C9E">
        <w:t xml:space="preserve">. </w:t>
      </w:r>
      <w:r w:rsidRPr="000E2C9E">
        <w:t>Si la valeur de la résistance est choisie trop petite, l'intensité va dépasser la valeur maximale et on risque d'endommager l'alimentation.</w:t>
      </w:r>
    </w:p>
    <w:p w:rsidR="00A64F2E" w:rsidRDefault="00FA37F7">
      <w:r w:rsidRPr="000E2C9E">
        <w:lastRenderedPageBreak/>
        <w:t>Si une alimentation porte l'i</w:t>
      </w:r>
      <w:r w:rsidR="00A8659F">
        <w:t>nscription "</w:t>
      </w:r>
      <w:r w:rsidR="00A64F2E" w:rsidRPr="000E2C9E">
        <w:t>0-30V/2A</w:t>
      </w:r>
      <w:r w:rsidR="00A8659F">
        <w:t>"</w:t>
      </w:r>
      <w:r w:rsidRPr="000E2C9E">
        <w:t xml:space="preserve"> alors la tension de sortie peut être variée </w:t>
      </w:r>
      <w:r w:rsidR="008E469A">
        <w:rPr>
          <w:lang w:val="fr-LU"/>
        </w:rPr>
        <w:t>à</w:t>
      </w:r>
      <w:r w:rsidR="008E469A">
        <w:t xml:space="preserve"> l’aide d’un potentiomètre </w:t>
      </w:r>
      <w:r w:rsidRPr="000E2C9E">
        <w:t xml:space="preserve">graduellement de </w:t>
      </w:r>
      <w:r w:rsidR="00A64F2E" w:rsidRPr="000E2C9E">
        <w:t xml:space="preserve">0V </w:t>
      </w:r>
      <w:r w:rsidRPr="000E2C9E">
        <w:t>à 30V</w:t>
      </w:r>
      <w:r w:rsidR="00A64F2E" w:rsidRPr="000E2C9E">
        <w:t xml:space="preserve">. </w:t>
      </w:r>
      <w:r w:rsidRPr="000E2C9E">
        <w:t xml:space="preserve">L'intensité maximale est de </w:t>
      </w:r>
      <w:r w:rsidR="00A64F2E" w:rsidRPr="000E2C9E">
        <w:t>2A</w:t>
      </w:r>
      <w:r w:rsidRPr="000E2C9E">
        <w:t>, indépenda</w:t>
      </w:r>
      <w:r w:rsidR="00AE4A28">
        <w:t>mment</w:t>
      </w:r>
      <w:r w:rsidRPr="000E2C9E">
        <w:t xml:space="preserve"> de la tension choisi</w:t>
      </w:r>
      <w:r w:rsidR="00A8659F">
        <w:t>e</w:t>
      </w:r>
      <w:r w:rsidR="00A64F2E" w:rsidRPr="000E2C9E">
        <w:t>.</w:t>
      </w:r>
    </w:p>
    <w:p w:rsidR="00BD3551" w:rsidRPr="000E2C9E" w:rsidRDefault="00BD3551"/>
    <w:p w:rsidR="00A64F2E" w:rsidRPr="000E2C9E" w:rsidRDefault="008E469A">
      <w:pPr>
        <w:pStyle w:val="Heading2"/>
        <w:numPr>
          <w:ilvl w:val="1"/>
          <w:numId w:val="17"/>
        </w:numPr>
        <w:rPr>
          <w:color w:val="000000"/>
          <w:lang w:val="fr-FR"/>
        </w:rPr>
      </w:pPr>
      <w:r>
        <w:rPr>
          <w:color w:val="000000"/>
          <w:lang w:val="fr-FR"/>
        </w:rPr>
        <w:t>Bloc 1: Le t</w:t>
      </w:r>
      <w:r w:rsidR="00A64F2E" w:rsidRPr="000E2C9E">
        <w:rPr>
          <w:color w:val="000000"/>
          <w:lang w:val="fr-FR"/>
        </w:rPr>
        <w:t>ransformat</w:t>
      </w:r>
      <w:r w:rsidR="00FA37F7" w:rsidRPr="000E2C9E">
        <w:rPr>
          <w:color w:val="000000"/>
          <w:lang w:val="fr-FR"/>
        </w:rPr>
        <w:t>eur</w:t>
      </w:r>
    </w:p>
    <w:p w:rsidR="00930025" w:rsidRPr="000E2C9E" w:rsidRDefault="00FA37F7">
      <w:r w:rsidRPr="000E2C9E">
        <w:t xml:space="preserve">Le transformateur </w:t>
      </w:r>
      <w:r w:rsidR="00930025" w:rsidRPr="000E2C9E">
        <w:t xml:space="preserve">augmente ou réduit l'amplitude de la tension </w:t>
      </w:r>
      <w:r w:rsidR="008E469A">
        <w:t xml:space="preserve">alternative </w:t>
      </w:r>
      <w:r w:rsidR="00FA6823" w:rsidRPr="000E2C9E">
        <w:t>(voir aussi ELETE2 X0ET).</w:t>
      </w:r>
      <w:r w:rsidR="00930025" w:rsidRPr="000E2C9E">
        <w:t xml:space="preserve"> </w:t>
      </w:r>
      <w:r w:rsidR="00266C1B">
        <w:t>D</w:t>
      </w:r>
      <w:r w:rsidR="00930025" w:rsidRPr="000E2C9E">
        <w:t xml:space="preserve">'habitude la tension </w:t>
      </w:r>
      <w:r w:rsidR="00266C1B">
        <w:t xml:space="preserve">d'entrée est la tension </w:t>
      </w:r>
      <w:r w:rsidR="00930025" w:rsidRPr="000E2C9E">
        <w:t>du secteur avec une valeur efficace de 230V.</w:t>
      </w:r>
    </w:p>
    <w:p w:rsidR="00930025" w:rsidRPr="000E2C9E" w:rsidRDefault="00930025" w:rsidP="00FE56BF">
      <w:pPr>
        <w:pStyle w:val="Exercice"/>
      </w:pPr>
    </w:p>
    <w:p w:rsidR="00F469C8" w:rsidRDefault="003A48BC" w:rsidP="00FE56BF">
      <w:r>
        <w:t xml:space="preserve">Soit un transformateur </w:t>
      </w:r>
      <w:r w:rsidR="00F469C8">
        <w:t>avec N</w:t>
      </w:r>
      <w:r w:rsidR="00F469C8" w:rsidRPr="00F469C8">
        <w:rPr>
          <w:vertAlign w:val="subscript"/>
        </w:rPr>
        <w:t>1</w:t>
      </w:r>
      <w:r w:rsidR="00F469C8">
        <w:t>=100 et N</w:t>
      </w:r>
      <w:r w:rsidR="00F469C8" w:rsidRPr="00F469C8">
        <w:rPr>
          <w:vertAlign w:val="subscript"/>
        </w:rPr>
        <w:t>2</w:t>
      </w:r>
      <w:r w:rsidR="00F469C8">
        <w:t>=50 qui est branché du côté primaire sur le secteur.</w:t>
      </w:r>
    </w:p>
    <w:p w:rsidR="00F469C8" w:rsidRDefault="00F469C8" w:rsidP="00F469C8">
      <w:pPr>
        <w:pStyle w:val="ListParagraph"/>
        <w:numPr>
          <w:ilvl w:val="0"/>
          <w:numId w:val="22"/>
        </w:numPr>
        <w:ind w:left="426" w:hanging="426"/>
      </w:pPr>
      <w:r>
        <w:t>Déterminez la valeur efficace de la tension de sortie.</w:t>
      </w:r>
    </w:p>
    <w:p w:rsidR="00F469C8" w:rsidRPr="000E2C9E" w:rsidRDefault="00FE56BF" w:rsidP="00F469C8">
      <w:pPr>
        <w:pStyle w:val="ListParagraph"/>
        <w:numPr>
          <w:ilvl w:val="0"/>
          <w:numId w:val="22"/>
        </w:numPr>
        <w:ind w:left="426" w:hanging="426"/>
      </w:pPr>
      <w:r w:rsidRPr="000E2C9E">
        <w:t>Calculez l'amplitude de la tension du secteur</w:t>
      </w:r>
      <w:r w:rsidR="00FA6823" w:rsidRPr="000E2C9E">
        <w:t xml:space="preserve"> et insérez-là dans le diagramme temporel ci-dessous.</w:t>
      </w:r>
    </w:p>
    <w:p w:rsidR="00FE56BF" w:rsidRPr="000E2C9E" w:rsidRDefault="00FE56BF" w:rsidP="00FE56BF"/>
    <w:p w:rsidR="00FA6823" w:rsidRPr="000E2C9E" w:rsidRDefault="00FA6823" w:rsidP="00FA6823">
      <w:pPr>
        <w:pStyle w:val="BodyText"/>
        <w:rPr>
          <w:lang w:val="fr-FR"/>
        </w:rPr>
      </w:pPr>
      <w:r w:rsidRPr="000E2C9E">
        <w:rPr>
          <w:lang w:val="fr-FR"/>
        </w:rPr>
        <w:t>diagrammes temporels:</w:t>
      </w:r>
    </w:p>
    <w:p w:rsidR="00FA6823" w:rsidRPr="000E2C9E" w:rsidRDefault="00F469C8" w:rsidP="00971B79">
      <w:pPr>
        <w:rPr>
          <w:b/>
          <w:bCs/>
        </w:rPr>
      </w:pPr>
      <w:r>
        <w:object w:dxaOrig="9712" w:dyaOrig="4233">
          <v:shape id="_x0000_i1026" type="#_x0000_t75" style="width:481.5pt;height:210pt" o:ole="">
            <v:imagedata r:id="rId10" o:title=""/>
          </v:shape>
          <o:OLEObject Type="Embed" ProgID="Visio.Drawing.11" ShapeID="_x0000_i1026" DrawAspect="Content" ObjectID="_1535828942" r:id="rId11"/>
        </w:object>
      </w:r>
    </w:p>
    <w:p w:rsidR="00FA6823" w:rsidRPr="000E2C9E" w:rsidRDefault="00FA6823">
      <w:pPr>
        <w:spacing w:after="0" w:line="240" w:lineRule="auto"/>
        <w:jc w:val="left"/>
        <w:rPr>
          <w:rFonts w:cs="Arial"/>
          <w:b/>
          <w:bCs/>
          <w:color w:val="000000"/>
          <w:sz w:val="28"/>
          <w:szCs w:val="28"/>
          <w:u w:val="single"/>
        </w:rPr>
      </w:pPr>
      <w:r w:rsidRPr="000E2C9E">
        <w:rPr>
          <w:color w:val="000000"/>
        </w:rPr>
        <w:br w:type="page"/>
      </w:r>
    </w:p>
    <w:p w:rsidR="00A64F2E" w:rsidRPr="000E2C9E" w:rsidRDefault="008E469A">
      <w:pPr>
        <w:pStyle w:val="Heading2"/>
        <w:rPr>
          <w:color w:val="000000"/>
          <w:lang w:val="fr-FR"/>
        </w:rPr>
      </w:pPr>
      <w:r>
        <w:rPr>
          <w:color w:val="000000"/>
          <w:lang w:val="fr-FR"/>
        </w:rPr>
        <w:lastRenderedPageBreak/>
        <w:t xml:space="preserve">Bloc 2: </w:t>
      </w:r>
      <w:r w:rsidR="00FA6823" w:rsidRPr="000E2C9E">
        <w:rPr>
          <w:color w:val="000000"/>
          <w:lang w:val="fr-FR"/>
        </w:rPr>
        <w:t>Redresseur</w:t>
      </w:r>
    </w:p>
    <w:p w:rsidR="00FA6823" w:rsidRPr="000E2C9E" w:rsidRDefault="00FA6823" w:rsidP="00FA6823">
      <w:r w:rsidRPr="000E2C9E">
        <w:t>Comme redresseur on utilise aujourd'hui d'habitude un redresseur à double alternance (voir aussi ELETE2 X0ET).</w:t>
      </w:r>
    </w:p>
    <w:p w:rsidR="00A64F2E" w:rsidRPr="000E2C9E" w:rsidRDefault="00FA6823">
      <w:pPr>
        <w:pStyle w:val="BodyText"/>
        <w:rPr>
          <w:lang w:val="fr-FR"/>
        </w:rPr>
      </w:pPr>
      <w:r w:rsidRPr="000E2C9E">
        <w:rPr>
          <w:lang w:val="fr-FR"/>
        </w:rPr>
        <w:t>circuit</w:t>
      </w:r>
      <w:r w:rsidR="00A64F2E" w:rsidRPr="000E2C9E">
        <w:rPr>
          <w:lang w:val="fr-FR"/>
        </w:rPr>
        <w:t>:</w:t>
      </w:r>
    </w:p>
    <w:p w:rsidR="00A64F2E" w:rsidRPr="000E2C9E" w:rsidRDefault="00FB7F5A" w:rsidP="00971B79">
      <w:pPr>
        <w:jc w:val="center"/>
        <w:rPr>
          <w:b/>
          <w:bCs/>
        </w:rPr>
      </w:pPr>
      <w:r w:rsidRPr="000E2C9E">
        <w:object w:dxaOrig="6027" w:dyaOrig="4455">
          <v:shape id="_x0000_i1027" type="#_x0000_t75" style="width:271.5pt;height:201pt" o:ole="">
            <v:imagedata r:id="rId12" o:title=""/>
          </v:shape>
          <o:OLEObject Type="Embed" ProgID="Visio.Drawing.11" ShapeID="_x0000_i1027" DrawAspect="Content" ObjectID="_1535828943" r:id="rId13"/>
        </w:object>
      </w:r>
    </w:p>
    <w:p w:rsidR="00FB7F5A" w:rsidRPr="000E2C9E" w:rsidRDefault="00FB7F5A" w:rsidP="00FB7F5A">
      <w:pPr>
        <w:pStyle w:val="BodyText"/>
        <w:rPr>
          <w:lang w:val="fr-FR"/>
        </w:rPr>
      </w:pPr>
      <w:r w:rsidRPr="000E2C9E">
        <w:rPr>
          <w:lang w:val="fr-FR"/>
        </w:rPr>
        <w:t>diagrammes temporels:</w:t>
      </w:r>
    </w:p>
    <w:p w:rsidR="00A64F2E" w:rsidRPr="000E2C9E" w:rsidRDefault="00A54487">
      <w:pPr>
        <w:pStyle w:val="BodyText"/>
        <w:jc w:val="center"/>
        <w:rPr>
          <w:b w:val="0"/>
          <w:bCs w:val="0"/>
          <w:u w:val="none"/>
          <w:lang w:val="fr-FR"/>
        </w:rPr>
      </w:pPr>
      <w:r w:rsidRPr="000E2C9E">
        <w:rPr>
          <w:u w:val="none"/>
          <w:lang w:val="fr-FR"/>
        </w:rPr>
        <w:object w:dxaOrig="9712" w:dyaOrig="3383">
          <v:shape id="_x0000_i1028" type="#_x0000_t75" style="width:481.5pt;height:168pt" o:ole="">
            <v:imagedata r:id="rId14" o:title=""/>
          </v:shape>
          <o:OLEObject Type="Embed" ProgID="Visio.Drawing.11" ShapeID="_x0000_i1028" DrawAspect="Content" ObjectID="_1535828944" r:id="rId15"/>
        </w:object>
      </w:r>
    </w:p>
    <w:p w:rsidR="00A64F2E" w:rsidRPr="000E2C9E" w:rsidRDefault="00A64F2E">
      <w:pPr>
        <w:pStyle w:val="BodyText"/>
        <w:rPr>
          <w:lang w:val="fr-FR"/>
        </w:rPr>
      </w:pPr>
    </w:p>
    <w:p w:rsidR="00FB7F5A" w:rsidRPr="000E2C9E" w:rsidRDefault="00FB7F5A">
      <w:pPr>
        <w:spacing w:after="0" w:line="240" w:lineRule="auto"/>
        <w:jc w:val="left"/>
        <w:rPr>
          <w:b/>
          <w:bCs/>
          <w:u w:val="single"/>
        </w:rPr>
      </w:pPr>
      <w:r w:rsidRPr="000E2C9E">
        <w:br w:type="page"/>
      </w:r>
    </w:p>
    <w:p w:rsidR="00FB7F5A" w:rsidRPr="000E2C9E" w:rsidRDefault="00FB7F5A" w:rsidP="00FB7F5A">
      <w:pPr>
        <w:pStyle w:val="Exercice"/>
      </w:pPr>
    </w:p>
    <w:p w:rsidR="00FB7F5A" w:rsidRPr="000E2C9E" w:rsidRDefault="00FB7F5A" w:rsidP="00FB7F5A">
      <w:pPr>
        <w:pStyle w:val="Header"/>
        <w:rPr>
          <w:bCs/>
        </w:rPr>
      </w:pPr>
      <w:r w:rsidRPr="000E2C9E">
        <w:rPr>
          <w:bCs/>
        </w:rPr>
        <w:t>Marquez dans les circuits suivants le chemin fermé du courant pendant la demi-onde positive respectivement la demi-onde négative de la tension d'entrée u</w:t>
      </w:r>
      <w:r w:rsidRPr="000E2C9E">
        <w:rPr>
          <w:bCs/>
          <w:vertAlign w:val="subscript"/>
        </w:rPr>
        <w:t>A</w:t>
      </w:r>
      <w:r w:rsidRPr="000E2C9E">
        <w:rPr>
          <w:bCs/>
        </w:rPr>
        <w:t>.</w:t>
      </w:r>
    </w:p>
    <w:p w:rsidR="00FB7F5A" w:rsidRPr="000E2C9E" w:rsidRDefault="00FB7F5A" w:rsidP="00FB7F5A">
      <w:pPr>
        <w:pStyle w:val="BodyText"/>
        <w:numPr>
          <w:ilvl w:val="0"/>
          <w:numId w:val="15"/>
        </w:numPr>
        <w:rPr>
          <w:bCs w:val="0"/>
          <w:lang w:val="fr-FR"/>
        </w:rPr>
      </w:pPr>
      <w:r w:rsidRPr="000E2C9E">
        <w:rPr>
          <w:lang w:val="fr-FR"/>
        </w:rPr>
        <w:t>demi-onde positive de la tension d'entrée u</w:t>
      </w:r>
      <w:r w:rsidRPr="000E2C9E">
        <w:rPr>
          <w:vertAlign w:val="subscript"/>
          <w:lang w:val="fr-FR"/>
        </w:rPr>
        <w:t>A</w:t>
      </w:r>
    </w:p>
    <w:p w:rsidR="00FB7F5A" w:rsidRPr="000E2C9E" w:rsidRDefault="00D835D7" w:rsidP="00FB7F5A">
      <w:pPr>
        <w:jc w:val="center"/>
      </w:pPr>
      <w:r w:rsidRPr="000E2C9E">
        <w:object w:dxaOrig="6716" w:dyaOrig="4455">
          <v:shape id="_x0000_i1029" type="#_x0000_t75" style="width:283.5pt;height:188.25pt" o:ole="">
            <v:imagedata r:id="rId16" o:title=""/>
          </v:shape>
          <o:OLEObject Type="Embed" ProgID="Visio.Drawing.11" ShapeID="_x0000_i1029" DrawAspect="Content" ObjectID="_1535828945" r:id="rId17"/>
        </w:object>
      </w:r>
    </w:p>
    <w:p w:rsidR="00FB7F5A" w:rsidRPr="000E2C9E" w:rsidRDefault="00FB7F5A" w:rsidP="00FB7F5A">
      <w:pPr>
        <w:pStyle w:val="Header"/>
        <w:pBdr>
          <w:top w:val="single" w:sz="4" w:space="4" w:color="auto"/>
          <w:left w:val="single" w:sz="4" w:space="4" w:color="auto"/>
          <w:bottom w:val="single" w:sz="4" w:space="1" w:color="auto"/>
          <w:right w:val="single" w:sz="4" w:space="4" w:color="auto"/>
        </w:pBdr>
        <w:ind w:left="360"/>
        <w:jc w:val="center"/>
      </w:pPr>
      <w:r w:rsidRPr="000E2C9E">
        <w:t>Pendant la demi-onde positive ce sont les diodes ______________ qui sont passantes</w:t>
      </w:r>
      <w:r w:rsidRPr="000E2C9E">
        <w:br/>
        <w:t>et les diodes ______________ qui sont bloquantes.</w:t>
      </w:r>
    </w:p>
    <w:p w:rsidR="00FB7F5A" w:rsidRPr="000E2C9E" w:rsidRDefault="00FB7F5A" w:rsidP="00FB7F5A">
      <w:pPr>
        <w:pStyle w:val="BodyText"/>
        <w:rPr>
          <w:bCs w:val="0"/>
          <w:lang w:val="fr-FR"/>
        </w:rPr>
      </w:pPr>
    </w:p>
    <w:p w:rsidR="00FB7F5A" w:rsidRPr="000E2C9E" w:rsidRDefault="00FB7F5A" w:rsidP="00FB7F5A">
      <w:pPr>
        <w:pStyle w:val="BodyText"/>
        <w:numPr>
          <w:ilvl w:val="0"/>
          <w:numId w:val="15"/>
        </w:numPr>
        <w:rPr>
          <w:bCs w:val="0"/>
          <w:lang w:val="fr-FR"/>
        </w:rPr>
      </w:pPr>
      <w:r w:rsidRPr="000E2C9E">
        <w:rPr>
          <w:lang w:val="fr-FR"/>
        </w:rPr>
        <w:t>demi-onde négative de la tension d'entrée u</w:t>
      </w:r>
      <w:r w:rsidRPr="000E2C9E">
        <w:rPr>
          <w:vertAlign w:val="subscript"/>
          <w:lang w:val="fr-FR"/>
        </w:rPr>
        <w:t>A</w:t>
      </w:r>
    </w:p>
    <w:p w:rsidR="00FB7F5A" w:rsidRPr="000E2C9E" w:rsidRDefault="00D835D7" w:rsidP="00FB7F5A">
      <w:pPr>
        <w:jc w:val="center"/>
        <w:rPr>
          <w:b/>
          <w:bCs/>
          <w:u w:val="single"/>
        </w:rPr>
      </w:pPr>
      <w:r w:rsidRPr="000E2C9E">
        <w:object w:dxaOrig="6716" w:dyaOrig="4455">
          <v:shape id="_x0000_i1030" type="#_x0000_t75" style="width:283.5pt;height:188.25pt" o:ole="">
            <v:imagedata r:id="rId18" o:title=""/>
          </v:shape>
          <o:OLEObject Type="Embed" ProgID="Visio.Drawing.11" ShapeID="_x0000_i1030" DrawAspect="Content" ObjectID="_1535828946" r:id="rId19"/>
        </w:object>
      </w:r>
    </w:p>
    <w:p w:rsidR="00FB7F5A" w:rsidRPr="000E2C9E" w:rsidRDefault="00FB7F5A" w:rsidP="00FB7F5A">
      <w:pPr>
        <w:pStyle w:val="Header"/>
        <w:pBdr>
          <w:top w:val="single" w:sz="4" w:space="4" w:color="auto"/>
          <w:left w:val="single" w:sz="4" w:space="4" w:color="auto"/>
          <w:bottom w:val="single" w:sz="4" w:space="1" w:color="auto"/>
          <w:right w:val="single" w:sz="4" w:space="4" w:color="auto"/>
        </w:pBdr>
        <w:ind w:left="360"/>
        <w:jc w:val="center"/>
      </w:pPr>
      <w:r w:rsidRPr="000E2C9E">
        <w:t>Pendant la demi-onde négative ce sont les diodes _____________ qui sont passantes</w:t>
      </w:r>
      <w:r w:rsidRPr="000E2C9E">
        <w:br/>
        <w:t>et les diodes ______________ qui sont bloquantes.</w:t>
      </w:r>
    </w:p>
    <w:p w:rsidR="009F2887" w:rsidRPr="000E2C9E" w:rsidRDefault="009F2887">
      <w:pPr>
        <w:spacing w:after="0" w:line="240" w:lineRule="auto"/>
        <w:jc w:val="left"/>
        <w:rPr>
          <w:b/>
          <w:bCs/>
          <w:u w:val="single"/>
        </w:rPr>
      </w:pPr>
      <w:r w:rsidRPr="000E2C9E">
        <w:br w:type="page"/>
      </w:r>
    </w:p>
    <w:p w:rsidR="009F2887" w:rsidRPr="000E2C9E" w:rsidRDefault="009F2887" w:rsidP="009F2887">
      <w:pPr>
        <w:pStyle w:val="Exercice"/>
      </w:pPr>
    </w:p>
    <w:p w:rsidR="00FB7F5A" w:rsidRPr="000E2C9E" w:rsidRDefault="009F2887">
      <w:pPr>
        <w:pStyle w:val="BodyText"/>
        <w:rPr>
          <w:b w:val="0"/>
          <w:u w:val="none"/>
          <w:lang w:val="fr-FR"/>
        </w:rPr>
      </w:pPr>
      <w:r w:rsidRPr="000E2C9E">
        <w:rPr>
          <w:b w:val="0"/>
          <w:u w:val="none"/>
          <w:lang w:val="fr-FR"/>
        </w:rPr>
        <w:t>Déterminez la différence entre û</w:t>
      </w:r>
      <w:r w:rsidRPr="000E2C9E">
        <w:rPr>
          <w:b w:val="0"/>
          <w:u w:val="none"/>
          <w:vertAlign w:val="subscript"/>
          <w:lang w:val="fr-FR"/>
        </w:rPr>
        <w:t>A</w:t>
      </w:r>
      <w:r w:rsidRPr="000E2C9E">
        <w:rPr>
          <w:b w:val="0"/>
          <w:u w:val="none"/>
          <w:lang w:val="fr-FR"/>
        </w:rPr>
        <w:t xml:space="preserve"> et û</w:t>
      </w:r>
      <w:r w:rsidRPr="000E2C9E">
        <w:rPr>
          <w:b w:val="0"/>
          <w:u w:val="none"/>
          <w:vertAlign w:val="subscript"/>
          <w:lang w:val="fr-FR"/>
        </w:rPr>
        <w:t>B</w:t>
      </w:r>
      <w:r w:rsidRPr="000E2C9E">
        <w:rPr>
          <w:b w:val="0"/>
          <w:u w:val="none"/>
          <w:lang w:val="fr-FR"/>
        </w:rPr>
        <w:t xml:space="preserve"> d'un redresseur à double alternance. Insérez cette valeur dans le diagramme temporel à la page 3.</w:t>
      </w:r>
    </w:p>
    <w:p w:rsidR="009F2887" w:rsidRPr="000E2C9E" w:rsidRDefault="009F2887">
      <w:pPr>
        <w:pStyle w:val="BodyText"/>
        <w:rPr>
          <w:b w:val="0"/>
          <w:u w:val="none"/>
          <w:lang w:val="fr-FR"/>
        </w:rPr>
      </w:pPr>
    </w:p>
    <w:p w:rsidR="00A64F2E" w:rsidRPr="000E2C9E" w:rsidRDefault="008E469A">
      <w:pPr>
        <w:pStyle w:val="Heading2"/>
        <w:rPr>
          <w:color w:val="000000"/>
          <w:lang w:val="fr-FR"/>
        </w:rPr>
      </w:pPr>
      <w:r>
        <w:rPr>
          <w:color w:val="000000"/>
          <w:lang w:val="fr-FR"/>
        </w:rPr>
        <w:t xml:space="preserve">Bloc 3: </w:t>
      </w:r>
      <w:r w:rsidR="009F2887" w:rsidRPr="000E2C9E">
        <w:rPr>
          <w:color w:val="000000"/>
          <w:lang w:val="fr-FR"/>
        </w:rPr>
        <w:t>Lissage</w:t>
      </w:r>
    </w:p>
    <w:p w:rsidR="00A64F2E" w:rsidRPr="000E2C9E" w:rsidRDefault="00A64338">
      <w:r w:rsidRPr="000E2C9E">
        <w:t>Par lissage on comprend la réduction des ondulations</w:t>
      </w:r>
      <w:r w:rsidR="00A64F2E" w:rsidRPr="000E2C9E">
        <w:t xml:space="preserve"> ∆u </w:t>
      </w:r>
      <w:r w:rsidRPr="000E2C9E">
        <w:t>de la tension redressée</w:t>
      </w:r>
      <w:r w:rsidR="00A64F2E" w:rsidRPr="000E2C9E">
        <w:t>.</w:t>
      </w:r>
    </w:p>
    <w:p w:rsidR="00A64F2E" w:rsidRPr="000E2C9E" w:rsidRDefault="00A64338">
      <w:pPr>
        <w:rPr>
          <w:b/>
          <w:u w:val="single"/>
        </w:rPr>
      </w:pPr>
      <w:r w:rsidRPr="000E2C9E">
        <w:rPr>
          <w:b/>
          <w:u w:val="single"/>
        </w:rPr>
        <w:t>définition de l'ondulation</w:t>
      </w:r>
      <w:r w:rsidR="00A64F2E" w:rsidRPr="000E2C9E">
        <w:rPr>
          <w:b/>
          <w:u w:val="single"/>
        </w:rPr>
        <w:t xml:space="preserve"> </w:t>
      </w:r>
      <w:r w:rsidR="00A64F2E" w:rsidRPr="000E2C9E">
        <w:rPr>
          <w:b/>
          <w:bCs/>
          <w:u w:val="single"/>
        </w:rPr>
        <w:t>∆u</w:t>
      </w:r>
      <w:r w:rsidR="00A64F2E" w:rsidRPr="000E2C9E">
        <w:rPr>
          <w:b/>
          <w:u w:val="single"/>
        </w:rPr>
        <w:t>:</w:t>
      </w:r>
    </w:p>
    <w:p w:rsidR="00A64F2E" w:rsidRPr="000E2C9E" w:rsidRDefault="00A64F2E">
      <w:pPr>
        <w:jc w:val="center"/>
      </w:pPr>
      <w:r w:rsidRPr="000E2C9E">
        <w:t>∆u = u</w:t>
      </w:r>
      <w:r w:rsidRPr="000E2C9E">
        <w:rPr>
          <w:vertAlign w:val="subscript"/>
        </w:rPr>
        <w:t>MAX</w:t>
      </w:r>
      <w:r w:rsidRPr="000E2C9E">
        <w:t xml:space="preserve"> – u</w:t>
      </w:r>
      <w:r w:rsidRPr="000E2C9E">
        <w:rPr>
          <w:vertAlign w:val="subscript"/>
        </w:rPr>
        <w:t>MIN</w:t>
      </w:r>
    </w:p>
    <w:p w:rsidR="00A64F2E" w:rsidRPr="000E2C9E" w:rsidRDefault="00A64F2E">
      <w:pPr>
        <w:jc w:val="center"/>
      </w:pPr>
      <w:r w:rsidRPr="000E2C9E">
        <w:t xml:space="preserve">∆u </w:t>
      </w:r>
      <w:r w:rsidR="00A64338" w:rsidRPr="000E2C9E">
        <w:t>est l'ondulation en v</w:t>
      </w:r>
      <w:r w:rsidRPr="000E2C9E">
        <w:t>olt</w:t>
      </w:r>
      <w:r w:rsidR="00A64338" w:rsidRPr="000E2C9E">
        <w:t xml:space="preserve"> (V)</w:t>
      </w:r>
    </w:p>
    <w:p w:rsidR="00A64F2E" w:rsidRPr="000E2C9E" w:rsidRDefault="00A64338">
      <w:pPr>
        <w:rPr>
          <w:b/>
          <w:u w:val="single"/>
        </w:rPr>
      </w:pPr>
      <w:r w:rsidRPr="000E2C9E">
        <w:rPr>
          <w:b/>
          <w:u w:val="single"/>
        </w:rPr>
        <w:t>circuit</w:t>
      </w:r>
      <w:r w:rsidR="00A64F2E" w:rsidRPr="000E2C9E">
        <w:rPr>
          <w:b/>
          <w:u w:val="single"/>
        </w:rPr>
        <w:t>:</w:t>
      </w:r>
    </w:p>
    <w:p w:rsidR="00A64F2E" w:rsidRPr="000E2C9E" w:rsidRDefault="00A64338">
      <w:r w:rsidRPr="000E2C9E">
        <w:t>Le lissage se réalise tout simplement en branchant un condensateur en parallèle à la sortie du redresseur.</w:t>
      </w:r>
      <w:r w:rsidR="00A64F2E" w:rsidRPr="000E2C9E">
        <w:t xml:space="preserve"> </w:t>
      </w:r>
      <w:r w:rsidRPr="000E2C9E">
        <w:t>Comme le condensateur est branché en parallèle ceci ne change pas seulement la tension u</w:t>
      </w:r>
      <w:r w:rsidRPr="000E2C9E">
        <w:rPr>
          <w:vertAlign w:val="subscript"/>
        </w:rPr>
        <w:t>C</w:t>
      </w:r>
      <w:r w:rsidR="00A64F2E" w:rsidRPr="000E2C9E">
        <w:t xml:space="preserve"> </w:t>
      </w:r>
      <w:r w:rsidRPr="000E2C9E">
        <w:t xml:space="preserve">mais aussi la tension </w:t>
      </w:r>
      <w:r w:rsidR="00A64F2E" w:rsidRPr="000E2C9E">
        <w:t>u</w:t>
      </w:r>
      <w:r w:rsidRPr="000E2C9E">
        <w:rPr>
          <w:vertAlign w:val="subscript"/>
        </w:rPr>
        <w:t>B</w:t>
      </w:r>
      <w:r w:rsidR="00A64F2E" w:rsidRPr="000E2C9E">
        <w:t>.</w:t>
      </w:r>
    </w:p>
    <w:p w:rsidR="00A64F2E" w:rsidRPr="000E2C9E" w:rsidRDefault="001A1D2D" w:rsidP="00A64338">
      <w:pPr>
        <w:spacing w:line="240" w:lineRule="auto"/>
        <w:jc w:val="center"/>
      </w:pPr>
      <w:r>
        <w:object w:dxaOrig="3759" w:dyaOrig="1883">
          <v:shape id="_x0000_i1031" type="#_x0000_t75" style="width:174.75pt;height:87.75pt" o:ole="">
            <v:imagedata r:id="rId20" o:title=""/>
          </v:shape>
          <o:OLEObject Type="Embed" ProgID="Visio.Drawing.11" ShapeID="_x0000_i1031" DrawAspect="Content" ObjectID="_1535828947" r:id="rId21"/>
        </w:object>
      </w:r>
    </w:p>
    <w:p w:rsidR="00A64F2E" w:rsidRPr="000E2C9E" w:rsidRDefault="00A64338">
      <w:pPr>
        <w:rPr>
          <w:b/>
          <w:u w:val="single"/>
        </w:rPr>
      </w:pPr>
      <w:r w:rsidRPr="000E2C9E">
        <w:rPr>
          <w:b/>
          <w:u w:val="single"/>
        </w:rPr>
        <w:t>diagramme temporel</w:t>
      </w:r>
      <w:r w:rsidR="00A64F2E" w:rsidRPr="000E2C9E">
        <w:rPr>
          <w:b/>
          <w:u w:val="single"/>
        </w:rPr>
        <w:t>:</w:t>
      </w:r>
    </w:p>
    <w:p w:rsidR="00A64F2E" w:rsidRPr="000E2C9E" w:rsidRDefault="00AE4A28" w:rsidP="00A64338">
      <w:pPr>
        <w:spacing w:line="240" w:lineRule="auto"/>
        <w:jc w:val="center"/>
        <w:rPr>
          <w:b/>
          <w:u w:val="single"/>
        </w:rPr>
      </w:pPr>
      <w:r>
        <w:object w:dxaOrig="8537" w:dyaOrig="3135">
          <v:shape id="_x0000_i1032" type="#_x0000_t75" style="width:414pt;height:152.25pt" o:ole="">
            <v:imagedata r:id="rId22" o:title=""/>
          </v:shape>
          <o:OLEObject Type="Embed" ProgID="Visio.Drawing.11" ShapeID="_x0000_i1032" DrawAspect="Content" ObjectID="_1535828948" r:id="rId23"/>
        </w:object>
      </w:r>
    </w:p>
    <w:p w:rsidR="00A64F2E" w:rsidRPr="000E2C9E" w:rsidRDefault="009E6922">
      <w:pPr>
        <w:rPr>
          <w:b/>
          <w:u w:val="single"/>
        </w:rPr>
      </w:pPr>
      <w:r w:rsidRPr="000E2C9E">
        <w:rPr>
          <w:b/>
          <w:u w:val="single"/>
        </w:rPr>
        <w:t>fonctionnement</w:t>
      </w:r>
      <w:r w:rsidR="00A64F2E" w:rsidRPr="000E2C9E">
        <w:rPr>
          <w:b/>
          <w:u w:val="single"/>
        </w:rPr>
        <w:t>:</w:t>
      </w:r>
    </w:p>
    <w:p w:rsidR="00A64F2E" w:rsidRPr="000E2C9E" w:rsidRDefault="009E6922">
      <w:r w:rsidRPr="000E2C9E">
        <w:t>Le condensateur agit comme réservoir de charge</w:t>
      </w:r>
      <w:r w:rsidR="00A64F2E" w:rsidRPr="000E2C9E">
        <w:t xml:space="preserve">. </w:t>
      </w:r>
      <w:r w:rsidRPr="000E2C9E">
        <w:t xml:space="preserve">Pendant la durée </w:t>
      </w:r>
      <w:r w:rsidRPr="000E2C9E">
        <w:sym w:font="Symbol" w:char="F044"/>
      </w:r>
      <w:r w:rsidR="00A64F2E" w:rsidRPr="000E2C9E">
        <w:t>t</w:t>
      </w:r>
      <w:r w:rsidR="00A64F2E" w:rsidRPr="000E2C9E">
        <w:rPr>
          <w:vertAlign w:val="subscript"/>
        </w:rPr>
        <w:t>1</w:t>
      </w:r>
      <w:r w:rsidR="00A64F2E" w:rsidRPr="000E2C9E">
        <w:t xml:space="preserve"> </w:t>
      </w:r>
      <w:r w:rsidRPr="000E2C9E">
        <w:t>le condensateur se charge rapidement via le redresseur, ce qui fait augmenter la tension</w:t>
      </w:r>
      <w:r w:rsidR="0026244E">
        <w:t xml:space="preserve"> sur le condensa</w:t>
      </w:r>
      <w:r w:rsidR="0026244E">
        <w:lastRenderedPageBreak/>
        <w:t>teur</w:t>
      </w:r>
      <w:r w:rsidRPr="000E2C9E">
        <w:t>.</w:t>
      </w:r>
      <w:r w:rsidR="00A64F2E" w:rsidRPr="000E2C9E">
        <w:t xml:space="preserve"> </w:t>
      </w:r>
      <w:r w:rsidRPr="000E2C9E">
        <w:t xml:space="preserve">Pendant la durée </w:t>
      </w:r>
      <w:r w:rsidRPr="000E2C9E">
        <w:sym w:font="Symbol" w:char="F044"/>
      </w:r>
      <w:r w:rsidR="00A64F2E" w:rsidRPr="000E2C9E">
        <w:t>t</w:t>
      </w:r>
      <w:r w:rsidR="00A64F2E" w:rsidRPr="000E2C9E">
        <w:rPr>
          <w:vertAlign w:val="subscript"/>
        </w:rPr>
        <w:t>2</w:t>
      </w:r>
      <w:r w:rsidR="00A64F2E" w:rsidRPr="000E2C9E">
        <w:t xml:space="preserve"> </w:t>
      </w:r>
      <w:r w:rsidRPr="000E2C9E">
        <w:t>le condensateur est déchargé par le courant de charge</w:t>
      </w:r>
      <w:r w:rsidR="00A64F2E" w:rsidRPr="000E2C9E">
        <w:t xml:space="preserve">, </w:t>
      </w:r>
      <w:r w:rsidRPr="000E2C9E">
        <w:t>ce qui fait tomber la tension</w:t>
      </w:r>
      <w:r w:rsidR="0026244E">
        <w:t xml:space="preserve"> sur le condensateur</w:t>
      </w:r>
      <w:r w:rsidR="00A64F2E" w:rsidRPr="000E2C9E">
        <w:t>.</w:t>
      </w:r>
    </w:p>
    <w:p w:rsidR="00A64F2E" w:rsidRPr="000E2C9E" w:rsidRDefault="009E6922">
      <w:r w:rsidRPr="000E2C9E">
        <w:t xml:space="preserve">D'une façon générale il vaut pour l'ondulation </w:t>
      </w:r>
      <w:r w:rsidRPr="000E2C9E">
        <w:sym w:font="Symbol" w:char="F044"/>
      </w:r>
      <w:r w:rsidRPr="000E2C9E">
        <w:t>u que</w:t>
      </w:r>
      <w:r w:rsidR="00A64F2E" w:rsidRPr="000E2C9E">
        <w:t>:</w:t>
      </w:r>
    </w:p>
    <w:p w:rsidR="00A64F2E" w:rsidRPr="000E2C9E" w:rsidRDefault="000653CA">
      <w:pPr>
        <w:pStyle w:val="BodyText2"/>
        <w:pBdr>
          <w:top w:val="single" w:sz="4" w:space="1" w:color="FF0000"/>
          <w:left w:val="single" w:sz="4" w:space="4" w:color="FF0000"/>
          <w:bottom w:val="single" w:sz="4" w:space="1" w:color="FF0000"/>
          <w:right w:val="single" w:sz="4" w:space="4" w:color="FF0000"/>
        </w:pBdr>
      </w:pPr>
      <w:r w:rsidRPr="000E2C9E">
        <w:t xml:space="preserve">L'ondulation ∆u sera d'autant plus petite que </w:t>
      </w:r>
      <w:r w:rsidR="009E6922" w:rsidRPr="000E2C9E">
        <w:t xml:space="preserve">la capacité </w:t>
      </w:r>
      <w:r w:rsidR="00A64F2E" w:rsidRPr="000E2C9E">
        <w:t>C</w:t>
      </w:r>
      <w:r w:rsidR="009E6922" w:rsidRPr="000E2C9E">
        <w:rPr>
          <w:vertAlign w:val="subscript"/>
        </w:rPr>
        <w:t>L</w:t>
      </w:r>
      <w:r w:rsidR="00A64F2E" w:rsidRPr="000E2C9E">
        <w:t xml:space="preserve"> </w:t>
      </w:r>
      <w:r w:rsidR="009E6922" w:rsidRPr="000E2C9E">
        <w:t xml:space="preserve">du condensateur de lissage </w:t>
      </w:r>
      <w:r w:rsidRPr="000E2C9E">
        <w:t xml:space="preserve">sera grande et que </w:t>
      </w:r>
      <w:r w:rsidR="009E6922" w:rsidRPr="000E2C9E">
        <w:t xml:space="preserve">l'intensité du courant de charge </w:t>
      </w:r>
      <w:r w:rsidRPr="000E2C9E">
        <w:t>sera petite</w:t>
      </w:r>
      <w:r w:rsidR="00A64F2E" w:rsidRPr="000E2C9E">
        <w:t>.</w:t>
      </w:r>
    </w:p>
    <w:p w:rsidR="00A64F2E" w:rsidRPr="000E2C9E" w:rsidRDefault="00A64F2E">
      <w:pPr>
        <w:jc w:val="left"/>
        <w:rPr>
          <w:b/>
          <w:bCs/>
          <w:u w:val="single"/>
        </w:rPr>
      </w:pPr>
    </w:p>
    <w:p w:rsidR="00A64F2E" w:rsidRPr="000E2C9E" w:rsidRDefault="008E469A">
      <w:pPr>
        <w:pStyle w:val="Heading2"/>
        <w:rPr>
          <w:color w:val="000000"/>
          <w:lang w:val="fr-FR"/>
        </w:rPr>
      </w:pPr>
      <w:bookmarkStart w:id="2" w:name="_Ref166822499"/>
      <w:r>
        <w:rPr>
          <w:color w:val="000000"/>
          <w:lang w:val="fr-FR"/>
        </w:rPr>
        <w:t xml:space="preserve">Bloc 4: </w:t>
      </w:r>
      <w:r w:rsidR="007E7381" w:rsidRPr="000E2C9E">
        <w:rPr>
          <w:color w:val="000000"/>
          <w:lang w:val="fr-FR"/>
        </w:rPr>
        <w:t>Stabilisation de la tension</w:t>
      </w:r>
      <w:bookmarkEnd w:id="2"/>
    </w:p>
    <w:p w:rsidR="00A64F2E" w:rsidRPr="000E2C9E" w:rsidRDefault="007E7381">
      <w:r w:rsidRPr="000E2C9E">
        <w:t xml:space="preserve">L'ondulation des tensions lissées reste souvent trop grande pour certaines applications. Par exemple les fabricants des puces TTL acceptent une ondulation maximale de </w:t>
      </w:r>
      <w:r w:rsidRPr="000E2C9E">
        <w:sym w:font="Symbol" w:char="F0B1"/>
      </w:r>
      <w:r w:rsidRPr="000E2C9E">
        <w:t xml:space="preserve">0,25V </w:t>
      </w:r>
      <w:r w:rsidR="008E469A">
        <w:t xml:space="preserve">autour de </w:t>
      </w:r>
      <w:r w:rsidRPr="000E2C9E">
        <w:t>la tension d'alimentation de 5V</w:t>
      </w:r>
      <w:r w:rsidR="00A64F2E" w:rsidRPr="000E2C9E">
        <w:t xml:space="preserve">. </w:t>
      </w:r>
      <w:r w:rsidRPr="000E2C9E">
        <w:t xml:space="preserve">C'est pourquoi on utilise des circuits de stabilisation pour produire une tension parfaitement continue. C'est circuits évacuent un surplus </w:t>
      </w:r>
      <w:r w:rsidR="0026244E">
        <w:t>de</w:t>
      </w:r>
      <w:r w:rsidRPr="000E2C9E">
        <w:t xml:space="preserve"> tension en forme de chaleur et produisent donc des pertes.</w:t>
      </w:r>
    </w:p>
    <w:p w:rsidR="00300369" w:rsidRPr="000E2C9E" w:rsidRDefault="00300369" w:rsidP="00300369">
      <w:pPr>
        <w:rPr>
          <w:b/>
          <w:bCs/>
          <w:u w:val="single"/>
        </w:rPr>
      </w:pPr>
      <w:r w:rsidRPr="000E2C9E">
        <w:rPr>
          <w:b/>
          <w:bCs/>
          <w:u w:val="single"/>
        </w:rPr>
        <w:t>diagramme temporel:</w:t>
      </w:r>
    </w:p>
    <w:p w:rsidR="00300369" w:rsidRPr="000E2C9E" w:rsidRDefault="00300369" w:rsidP="00300369">
      <w:pPr>
        <w:jc w:val="center"/>
        <w:rPr>
          <w:b/>
          <w:bCs/>
          <w:u w:val="single"/>
        </w:rPr>
      </w:pPr>
      <w:r w:rsidRPr="000E2C9E">
        <w:object w:dxaOrig="6877" w:dyaOrig="2909">
          <v:shape id="_x0000_i1033" type="#_x0000_t75" style="width:343.5pt;height:145.5pt" o:ole="">
            <v:imagedata r:id="rId24" o:title=""/>
          </v:shape>
          <o:OLEObject Type="Embed" ProgID="Visio.Drawing.11" ShapeID="_x0000_i1033" DrawAspect="Content" ObjectID="_1535828949" r:id="rId25"/>
        </w:object>
      </w:r>
    </w:p>
    <w:p w:rsidR="00BE1211" w:rsidRPr="000E2C9E" w:rsidRDefault="00BE1211">
      <w:pPr>
        <w:spacing w:after="0" w:line="240" w:lineRule="auto"/>
        <w:jc w:val="left"/>
        <w:rPr>
          <w:rFonts w:cs="Arial"/>
          <w:b/>
          <w:bCs/>
          <w:iCs/>
          <w:sz w:val="26"/>
          <w:szCs w:val="26"/>
          <w:u w:val="single"/>
        </w:rPr>
      </w:pPr>
      <w:r w:rsidRPr="000E2C9E">
        <w:br w:type="page"/>
      </w:r>
    </w:p>
    <w:p w:rsidR="00300369" w:rsidRPr="000E2C9E" w:rsidRDefault="00BE1211" w:rsidP="00300369">
      <w:pPr>
        <w:pStyle w:val="Heading3"/>
        <w:rPr>
          <w:color w:val="auto"/>
          <w:lang w:val="fr-FR"/>
        </w:rPr>
      </w:pPr>
      <w:r w:rsidRPr="000E2C9E">
        <w:rPr>
          <w:color w:val="auto"/>
          <w:lang w:val="fr-FR"/>
        </w:rPr>
        <w:lastRenderedPageBreak/>
        <w:t>s</w:t>
      </w:r>
      <w:r w:rsidR="00300369" w:rsidRPr="000E2C9E">
        <w:rPr>
          <w:color w:val="auto"/>
          <w:lang w:val="fr-FR"/>
        </w:rPr>
        <w:t xml:space="preserve">tabilisation </w:t>
      </w:r>
      <w:r w:rsidRPr="000E2C9E">
        <w:rPr>
          <w:color w:val="auto"/>
          <w:lang w:val="fr-FR"/>
        </w:rPr>
        <w:t xml:space="preserve">de tension </w:t>
      </w:r>
      <w:r w:rsidR="00300369" w:rsidRPr="000E2C9E">
        <w:rPr>
          <w:color w:val="auto"/>
          <w:lang w:val="fr-FR"/>
        </w:rPr>
        <w:t>à l'aide d'une diode Zener</w:t>
      </w:r>
    </w:p>
    <w:tbl>
      <w:tblPr>
        <w:tblW w:w="0" w:type="auto"/>
        <w:tblLook w:val="0000" w:firstRow="0" w:lastRow="0" w:firstColumn="0" w:lastColumn="0" w:noHBand="0" w:noVBand="0"/>
      </w:tblPr>
      <w:tblGrid>
        <w:gridCol w:w="4926"/>
        <w:gridCol w:w="4928"/>
      </w:tblGrid>
      <w:tr w:rsidR="006A2528" w:rsidRPr="000E2C9E" w:rsidTr="00BA2CE9">
        <w:tc>
          <w:tcPr>
            <w:tcW w:w="4927" w:type="dxa"/>
          </w:tcPr>
          <w:p w:rsidR="006A2528" w:rsidRPr="000E2C9E" w:rsidRDefault="006A2528" w:rsidP="00BA2CE9">
            <w:pPr>
              <w:rPr>
                <w:b/>
                <w:bCs/>
                <w:u w:val="single"/>
              </w:rPr>
            </w:pPr>
            <w:r w:rsidRPr="000E2C9E">
              <w:rPr>
                <w:b/>
                <w:bCs/>
                <w:u w:val="single"/>
              </w:rPr>
              <w:t>symbol d'une diode Zener:</w:t>
            </w:r>
          </w:p>
          <w:p w:rsidR="006A2528" w:rsidRPr="000E2C9E" w:rsidRDefault="006A2528" w:rsidP="00BA2CE9">
            <w:pPr>
              <w:jc w:val="center"/>
            </w:pPr>
            <w:r w:rsidRPr="000E2C9E">
              <w:object w:dxaOrig="1838" w:dyaOrig="624">
                <v:shape id="_x0000_i1034" type="#_x0000_t75" style="width:92.25pt;height:30.75pt" o:ole="">
                  <v:imagedata r:id="rId26" o:title=""/>
                </v:shape>
                <o:OLEObject Type="Embed" ProgID="Visio.Drawing.11" ShapeID="_x0000_i1034" DrawAspect="Content" ObjectID="_1535828950" r:id="rId27"/>
              </w:object>
            </w:r>
          </w:p>
        </w:tc>
        <w:tc>
          <w:tcPr>
            <w:tcW w:w="4928" w:type="dxa"/>
          </w:tcPr>
          <w:p w:rsidR="006A2528" w:rsidRPr="000E2C9E" w:rsidRDefault="006A2528" w:rsidP="00BA2CE9">
            <w:pPr>
              <w:rPr>
                <w:b/>
                <w:bCs/>
                <w:u w:val="single"/>
              </w:rPr>
            </w:pPr>
            <w:r w:rsidRPr="000E2C9E">
              <w:rPr>
                <w:b/>
                <w:bCs/>
                <w:u w:val="single"/>
              </w:rPr>
              <w:t>apparence</w:t>
            </w:r>
            <w:r w:rsidR="00BE1211" w:rsidRPr="000E2C9E">
              <w:rPr>
                <w:b/>
                <w:bCs/>
                <w:u w:val="single"/>
              </w:rPr>
              <w:t xml:space="preserve"> d'une diode Zener</w:t>
            </w:r>
            <w:r w:rsidRPr="000E2C9E">
              <w:rPr>
                <w:b/>
                <w:bCs/>
                <w:u w:val="single"/>
              </w:rPr>
              <w:t>:</w:t>
            </w:r>
          </w:p>
          <w:p w:rsidR="006A2528" w:rsidRPr="000E2C9E" w:rsidRDefault="006A2528" w:rsidP="00BA2CE9">
            <w:pPr>
              <w:jc w:val="center"/>
            </w:pPr>
            <w:r w:rsidRPr="000E2C9E">
              <w:object w:dxaOrig="3247" w:dyaOrig="1208">
                <v:shape id="_x0000_i1035" type="#_x0000_t75" style="width:162pt;height:60.75pt" o:ole="">
                  <v:imagedata r:id="rId28" o:title=""/>
                </v:shape>
                <o:OLEObject Type="Embed" ProgID="Visio.Drawing.11" ShapeID="_x0000_i1035" DrawAspect="Content" ObjectID="_1535828951" r:id="rId29"/>
              </w:object>
            </w:r>
          </w:p>
        </w:tc>
      </w:tr>
    </w:tbl>
    <w:p w:rsidR="00300369" w:rsidRPr="000E2C9E" w:rsidRDefault="005A6299" w:rsidP="006A2528">
      <w:pPr>
        <w:pStyle w:val="StyleHeading4Auto"/>
        <w:rPr>
          <w:sz w:val="26"/>
          <w:lang w:val="fr-FR"/>
        </w:rPr>
      </w:pPr>
      <w:r w:rsidRPr="000E2C9E">
        <w:rPr>
          <w:lang w:val="fr-FR"/>
        </w:rPr>
        <w:t>circuit</w:t>
      </w:r>
    </w:p>
    <w:p w:rsidR="0093797A" w:rsidRPr="000E2C9E" w:rsidRDefault="005A6299" w:rsidP="0093797A">
      <w:pPr>
        <w:spacing w:line="240" w:lineRule="auto"/>
        <w:jc w:val="center"/>
      </w:pPr>
      <w:r w:rsidRPr="000E2C9E">
        <w:object w:dxaOrig="4609" w:dyaOrig="2566">
          <v:shape id="_x0000_i1036" type="#_x0000_t75" style="width:230.25pt;height:128.25pt" o:ole="">
            <v:imagedata r:id="rId30" o:title=""/>
          </v:shape>
          <o:OLEObject Type="Embed" ProgID="Visio.Drawing.11" ShapeID="_x0000_i1036" DrawAspect="Content" ObjectID="_1535828952" r:id="rId31"/>
        </w:object>
      </w:r>
    </w:p>
    <w:p w:rsidR="00BE1211" w:rsidRPr="000E2C9E" w:rsidRDefault="00BE1211" w:rsidP="0093797A">
      <w:pPr>
        <w:spacing w:line="240" w:lineRule="auto"/>
        <w:jc w:val="center"/>
      </w:pPr>
    </w:p>
    <w:p w:rsidR="0093797A" w:rsidRPr="000E2C9E" w:rsidRDefault="005A6299" w:rsidP="006A2528">
      <w:pPr>
        <w:pStyle w:val="StyleHeading4Auto"/>
        <w:rPr>
          <w:lang w:val="fr-FR"/>
        </w:rPr>
      </w:pPr>
      <w:r w:rsidRPr="000E2C9E">
        <w:rPr>
          <w:lang w:val="fr-FR"/>
        </w:rPr>
        <w:t>f</w:t>
      </w:r>
      <w:r w:rsidR="0093797A" w:rsidRPr="000E2C9E">
        <w:rPr>
          <w:lang w:val="fr-FR"/>
        </w:rPr>
        <w:t>ondement</w:t>
      </w:r>
    </w:p>
    <w:p w:rsidR="0093797A" w:rsidRPr="000E2C9E" w:rsidRDefault="0093797A" w:rsidP="0093797A">
      <w:pPr>
        <w:pStyle w:val="BodyText"/>
        <w:rPr>
          <w:b w:val="0"/>
          <w:u w:val="none"/>
          <w:lang w:val="fr-FR"/>
        </w:rPr>
      </w:pPr>
      <w:r w:rsidRPr="000E2C9E">
        <w:rPr>
          <w:b w:val="0"/>
          <w:u w:val="none"/>
          <w:lang w:val="fr-FR"/>
        </w:rPr>
        <w:t>Les diodes Zener sont des diodes avec une tension maximale de blocage assez ré</w:t>
      </w:r>
      <w:r w:rsidR="00BE1211" w:rsidRPr="000E2C9E">
        <w:rPr>
          <w:b w:val="0"/>
          <w:u w:val="none"/>
          <w:lang w:val="fr-FR"/>
        </w:rPr>
        <w:t>duite mais bien définie.</w:t>
      </w:r>
    </w:p>
    <w:p w:rsidR="00BE1211" w:rsidRPr="000E2C9E" w:rsidRDefault="00BE1211" w:rsidP="00BE1211">
      <w:pPr>
        <w:pStyle w:val="BodyText"/>
        <w:spacing w:line="240" w:lineRule="auto"/>
        <w:rPr>
          <w:b w:val="0"/>
          <w:u w:val="none"/>
          <w:lang w:val="fr-FR"/>
        </w:rPr>
      </w:pPr>
    </w:p>
    <w:p w:rsidR="0093797A" w:rsidRPr="000E2C9E" w:rsidRDefault="0093797A" w:rsidP="006A2528">
      <w:pPr>
        <w:pStyle w:val="StyleHeading4Auto"/>
        <w:rPr>
          <w:lang w:val="fr-FR"/>
        </w:rPr>
      </w:pPr>
      <w:r w:rsidRPr="000E2C9E">
        <w:rPr>
          <w:lang w:val="fr-FR"/>
        </w:rPr>
        <w:t>exemple d'une courbe caractéristique d'une diode Zener</w:t>
      </w:r>
      <w:r w:rsidR="00C51361" w:rsidRPr="000E2C9E">
        <w:rPr>
          <w:lang w:val="fr-FR"/>
        </w:rPr>
        <w:t xml:space="preserve"> ZPD3,0V</w:t>
      </w:r>
    </w:p>
    <w:bookmarkStart w:id="3" w:name="_MON_1238153825"/>
    <w:bookmarkEnd w:id="3"/>
    <w:bookmarkStart w:id="4" w:name="_MON_1238154887"/>
    <w:bookmarkEnd w:id="4"/>
    <w:p w:rsidR="0093797A" w:rsidRPr="000E2C9E" w:rsidRDefault="00BE1211" w:rsidP="00BE1211">
      <w:pPr>
        <w:pStyle w:val="BodyText"/>
        <w:spacing w:line="240" w:lineRule="auto"/>
        <w:jc w:val="center"/>
        <w:rPr>
          <w:b w:val="0"/>
          <w:u w:val="none"/>
          <w:lang w:val="fr-FR"/>
        </w:rPr>
      </w:pPr>
      <w:r w:rsidRPr="000E2C9E">
        <w:rPr>
          <w:b w:val="0"/>
          <w:u w:val="none"/>
          <w:lang w:val="fr-FR"/>
        </w:rPr>
        <w:object w:dxaOrig="8201" w:dyaOrig="5367">
          <v:shape id="_x0000_i1037" type="#_x0000_t75" style="width:378.75pt;height:248.25pt" o:ole="">
            <v:imagedata r:id="rId32" o:title=""/>
          </v:shape>
          <o:OLEObject Type="Embed" ProgID="Visio.Drawing.11" ShapeID="_x0000_i1037" DrawAspect="Content" ObjectID="_1535828953" r:id="rId33"/>
        </w:object>
      </w:r>
    </w:p>
    <w:p w:rsidR="0093797A" w:rsidRPr="000E2C9E" w:rsidRDefault="0093797A" w:rsidP="006A2528">
      <w:pPr>
        <w:pStyle w:val="StyleHeading4Auto"/>
        <w:rPr>
          <w:lang w:val="fr-FR"/>
        </w:rPr>
      </w:pPr>
      <w:r w:rsidRPr="000E2C9E">
        <w:rPr>
          <w:lang w:val="fr-FR"/>
        </w:rPr>
        <w:lastRenderedPageBreak/>
        <w:t>tension maximale de blocage</w:t>
      </w:r>
    </w:p>
    <w:p w:rsidR="0093797A" w:rsidRPr="000E2C9E" w:rsidRDefault="0093797A" w:rsidP="0093797A">
      <w:pPr>
        <w:rPr>
          <w:b/>
          <w:bCs/>
          <w:u w:val="single"/>
        </w:rPr>
      </w:pPr>
      <w:r w:rsidRPr="000E2C9E">
        <w:t>Une diode Zener se distingue d'une diode standard par son comportement en sens bloquant. Une diode Zener ne sera pas détruite si on dépasse la tension maximale de blocage tant qu'on ne dépasse pas la puissance maximale de dissipation de la diode.</w:t>
      </w:r>
    </w:p>
    <w:p w:rsidR="0093797A" w:rsidRPr="000E2C9E" w:rsidRDefault="0093797A" w:rsidP="0093797A">
      <w:pPr>
        <w:pStyle w:val="Exercice"/>
        <w:numPr>
          <w:ilvl w:val="0"/>
          <w:numId w:val="18"/>
        </w:numPr>
      </w:pPr>
    </w:p>
    <w:p w:rsidR="0093797A" w:rsidRPr="000E2C9E" w:rsidRDefault="0093797A" w:rsidP="005A6299">
      <w:r w:rsidRPr="000E2C9E">
        <w:t>Soit une diode Zener du type ZPD</w:t>
      </w:r>
      <w:r w:rsidR="00A3498F" w:rsidRPr="000E2C9E">
        <w:t xml:space="preserve"> 3,0</w:t>
      </w:r>
      <w:r w:rsidRPr="000E2C9E">
        <w:t>V (500mW). Calculez l</w:t>
      </w:r>
      <w:r w:rsidR="006A2528" w:rsidRPr="000E2C9E">
        <w:t xml:space="preserve">'intensité du </w:t>
      </w:r>
      <w:r w:rsidRPr="000E2C9E">
        <w:t>courant maximal en sens bloquant.</w:t>
      </w:r>
    </w:p>
    <w:p w:rsidR="0093797A" w:rsidRPr="000E2C9E" w:rsidRDefault="0093797A" w:rsidP="0093797A">
      <w:pPr>
        <w:spacing w:line="240" w:lineRule="auto"/>
        <w:jc w:val="center"/>
      </w:pPr>
      <w:r w:rsidRPr="000E2C9E">
        <w:t xml:space="preserve"> </w:t>
      </w:r>
    </w:p>
    <w:p w:rsidR="0093797A" w:rsidRPr="000E2C9E" w:rsidRDefault="005A6299" w:rsidP="000653CA">
      <w:pPr>
        <w:pStyle w:val="StyleHeading4Auto1"/>
        <w:rPr>
          <w:lang w:val="fr-FR"/>
        </w:rPr>
      </w:pPr>
      <w:r w:rsidRPr="000E2C9E">
        <w:rPr>
          <w:lang w:val="fr-FR"/>
        </w:rPr>
        <w:t>fonctionnement du circuit</w:t>
      </w:r>
    </w:p>
    <w:p w:rsidR="0093797A" w:rsidRPr="000E2C9E" w:rsidRDefault="005A6299" w:rsidP="0093797A">
      <w:r w:rsidRPr="000E2C9E">
        <w:t>La résistance de protection sert à limiter le courant qui passe par la diode Zener. La sta</w:t>
      </w:r>
      <w:r w:rsidR="00A3498F" w:rsidRPr="000E2C9E">
        <w:t xml:space="preserve">bilisation se produit par le fait que la tension </w:t>
      </w:r>
      <w:r w:rsidRPr="000E2C9E">
        <w:t>U</w:t>
      </w:r>
      <w:r w:rsidRPr="000E2C9E">
        <w:rPr>
          <w:vertAlign w:val="subscript"/>
        </w:rPr>
        <w:t>D</w:t>
      </w:r>
      <w:r w:rsidRPr="000E2C9E">
        <w:t xml:space="preserve"> </w:t>
      </w:r>
      <w:r w:rsidR="0093797A" w:rsidRPr="000E2C9E">
        <w:t xml:space="preserve">en sens bloquant est quasiment constante </w:t>
      </w:r>
      <w:r w:rsidR="00A3498F" w:rsidRPr="000E2C9E">
        <w:t xml:space="preserve">indépendamment du </w:t>
      </w:r>
      <w:r w:rsidR="0093797A" w:rsidRPr="000E2C9E">
        <w:t>courant</w:t>
      </w:r>
      <w:r w:rsidR="00A3498F" w:rsidRPr="000E2C9E">
        <w:t>.</w:t>
      </w:r>
    </w:p>
    <w:p w:rsidR="006A2528" w:rsidRPr="000E2C9E" w:rsidRDefault="006A2528">
      <w:pPr>
        <w:spacing w:after="0" w:line="240" w:lineRule="auto"/>
        <w:jc w:val="left"/>
        <w:rPr>
          <w:rFonts w:cs="Arial"/>
          <w:b/>
          <w:bCs/>
          <w:iCs/>
          <w:sz w:val="26"/>
          <w:szCs w:val="26"/>
          <w:u w:val="single"/>
        </w:rPr>
      </w:pPr>
    </w:p>
    <w:p w:rsidR="00300369" w:rsidRPr="000E2C9E" w:rsidRDefault="00BE1211" w:rsidP="006A2528">
      <w:pPr>
        <w:pStyle w:val="Heading3"/>
        <w:rPr>
          <w:color w:val="auto"/>
          <w:lang w:val="fr-FR"/>
        </w:rPr>
      </w:pPr>
      <w:r w:rsidRPr="000E2C9E">
        <w:rPr>
          <w:color w:val="auto"/>
          <w:lang w:val="fr-FR"/>
        </w:rPr>
        <w:t xml:space="preserve">stabilisation de tension à l'aide d'un régulateur </w:t>
      </w:r>
      <w:r w:rsidR="006A2528" w:rsidRPr="000E2C9E">
        <w:rPr>
          <w:color w:val="auto"/>
          <w:lang w:val="fr-FR"/>
        </w:rPr>
        <w:t>de tension</w:t>
      </w:r>
    </w:p>
    <w:tbl>
      <w:tblPr>
        <w:tblW w:w="0" w:type="auto"/>
        <w:tblLook w:val="0000" w:firstRow="0" w:lastRow="0" w:firstColumn="0" w:lastColumn="0" w:noHBand="0" w:noVBand="0"/>
      </w:tblPr>
      <w:tblGrid>
        <w:gridCol w:w="4927"/>
        <w:gridCol w:w="4927"/>
      </w:tblGrid>
      <w:tr w:rsidR="00BE1211" w:rsidRPr="000E2C9E" w:rsidTr="00BA2CE9">
        <w:tc>
          <w:tcPr>
            <w:tcW w:w="4927" w:type="dxa"/>
          </w:tcPr>
          <w:p w:rsidR="00BE1211" w:rsidRPr="000E2C9E" w:rsidRDefault="00BE1211" w:rsidP="00BA2CE9">
            <w:pPr>
              <w:rPr>
                <w:b/>
                <w:bCs/>
                <w:u w:val="single"/>
              </w:rPr>
            </w:pPr>
            <w:r w:rsidRPr="000E2C9E">
              <w:rPr>
                <w:b/>
                <w:bCs/>
                <w:u w:val="single"/>
              </w:rPr>
              <w:t>symbol d'un régulateur de tension:</w:t>
            </w:r>
            <w:r w:rsidRPr="000E2C9E">
              <w:rPr>
                <w:b/>
                <w:bCs/>
                <w:u w:val="single"/>
              </w:rPr>
              <w:br/>
            </w:r>
          </w:p>
          <w:p w:rsidR="00BE1211" w:rsidRPr="000E2C9E" w:rsidRDefault="00BE1211" w:rsidP="00BA2CE9">
            <w:pPr>
              <w:jc w:val="center"/>
            </w:pPr>
            <w:r w:rsidRPr="000E2C9E">
              <w:object w:dxaOrig="3476" w:dyaOrig="1546">
                <v:shape id="_x0000_i1038" type="#_x0000_t75" style="width:174pt;height:77.25pt" o:ole="">
                  <v:imagedata r:id="rId34" o:title=""/>
                </v:shape>
                <o:OLEObject Type="Embed" ProgID="Visio.Drawing.11" ShapeID="_x0000_i1038" DrawAspect="Content" ObjectID="_1535828954" r:id="rId35"/>
              </w:object>
            </w:r>
          </w:p>
        </w:tc>
        <w:tc>
          <w:tcPr>
            <w:tcW w:w="4928" w:type="dxa"/>
          </w:tcPr>
          <w:p w:rsidR="00BE1211" w:rsidRPr="000E2C9E" w:rsidRDefault="00BE1211" w:rsidP="00BA2CE9">
            <w:pPr>
              <w:rPr>
                <w:b/>
                <w:bCs/>
                <w:u w:val="single"/>
              </w:rPr>
            </w:pPr>
            <w:r w:rsidRPr="000E2C9E">
              <w:rPr>
                <w:b/>
                <w:bCs/>
                <w:u w:val="single"/>
              </w:rPr>
              <w:t>apparence d'un régulateur de tension:</w:t>
            </w:r>
            <w:r w:rsidRPr="000E2C9E">
              <w:rPr>
                <w:b/>
                <w:bCs/>
                <w:u w:val="single"/>
              </w:rPr>
              <w:br/>
            </w:r>
            <w:r w:rsidRPr="000E2C9E">
              <w:rPr>
                <w:bCs/>
                <w:sz w:val="22"/>
              </w:rPr>
              <w:t>(</w:t>
            </w:r>
            <w:r w:rsidRPr="000E2C9E">
              <w:rPr>
                <w:sz w:val="20"/>
              </w:rPr>
              <w:t xml:space="preserve">source: </w:t>
            </w:r>
            <w:hyperlink r:id="rId36" w:history="1">
              <w:r w:rsidRPr="000E2C9E">
                <w:rPr>
                  <w:rStyle w:val="Hyperlink"/>
                  <w:sz w:val="20"/>
                </w:rPr>
                <w:t>wikipedia.de</w:t>
              </w:r>
            </w:hyperlink>
            <w:r w:rsidRPr="000E2C9E">
              <w:rPr>
                <w:sz w:val="20"/>
              </w:rPr>
              <w:t>)</w:t>
            </w:r>
          </w:p>
          <w:p w:rsidR="00BE1211" w:rsidRPr="000E2C9E" w:rsidRDefault="00BE1211" w:rsidP="00BA2CE9">
            <w:pPr>
              <w:jc w:val="center"/>
            </w:pPr>
            <w:r w:rsidRPr="000E2C9E">
              <w:rPr>
                <w:noProof/>
                <w:lang w:val="de-LU" w:eastAsia="de-LU"/>
              </w:rPr>
              <w:drawing>
                <wp:inline distT="0" distB="0" distL="0" distR="0" wp14:anchorId="7EA5C056" wp14:editId="37D09E0D">
                  <wp:extent cx="1518916" cy="1613849"/>
                  <wp:effectExtent l="0" t="0" r="571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ltage_Regulator.pn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527955" cy="1623453"/>
                          </a:xfrm>
                          <a:prstGeom prst="rect">
                            <a:avLst/>
                          </a:prstGeom>
                        </pic:spPr>
                      </pic:pic>
                    </a:graphicData>
                  </a:graphic>
                </wp:inline>
              </w:drawing>
            </w:r>
          </w:p>
        </w:tc>
      </w:tr>
    </w:tbl>
    <w:p w:rsidR="00BE1211" w:rsidRPr="000E2C9E" w:rsidRDefault="00BE1211">
      <w:r w:rsidRPr="000E2C9E">
        <w:t xml:space="preserve">Quoique le régulateur a l'apparence d'un transistor il s'agit </w:t>
      </w:r>
      <w:r w:rsidR="007F1E45" w:rsidRPr="000E2C9E">
        <w:t xml:space="preserve">d'un </w:t>
      </w:r>
      <w:r w:rsidRPr="000E2C9E">
        <w:t>circuit intégré</w:t>
      </w:r>
      <w:r w:rsidR="007F1E45" w:rsidRPr="000E2C9E">
        <w:t xml:space="preserve"> qui stabilise la tension</w:t>
      </w:r>
      <w:r w:rsidRPr="000E2C9E">
        <w:t>.</w:t>
      </w:r>
      <w:r w:rsidR="007F1E45" w:rsidRPr="000E2C9E">
        <w:t xml:space="preserve"> En fonction de la puissance maximale dissipée dans le régulateur il faut mont</w:t>
      </w:r>
      <w:r w:rsidR="00A82164">
        <w:t>er</w:t>
      </w:r>
      <w:r w:rsidR="007F1E45" w:rsidRPr="000E2C9E">
        <w:t xml:space="preserve"> le régulateur sur un refroidisseur.</w:t>
      </w:r>
    </w:p>
    <w:p w:rsidR="00E410C9" w:rsidRDefault="00E410C9">
      <w:pPr>
        <w:spacing w:after="0" w:line="240" w:lineRule="auto"/>
        <w:jc w:val="left"/>
      </w:pPr>
      <w:r>
        <w:br w:type="page"/>
      </w:r>
    </w:p>
    <w:p w:rsidR="00E410C9" w:rsidRPr="000E2C9E" w:rsidRDefault="00E410C9" w:rsidP="00E410C9">
      <w:r>
        <w:lastRenderedPageBreak/>
        <w:t>Pour éviter que le régulateur commence à osciller il faut rajouter deux condensateurs avec les capacités comme indiqué ci-dessous.</w:t>
      </w:r>
    </w:p>
    <w:p w:rsidR="007F1E45" w:rsidRPr="000E2C9E" w:rsidRDefault="00E410C9" w:rsidP="00E410C9">
      <w:pPr>
        <w:jc w:val="center"/>
      </w:pPr>
      <w:r w:rsidRPr="000E2C9E">
        <w:object w:dxaOrig="4326" w:dyaOrig="2200">
          <v:shape id="_x0000_i1039" type="#_x0000_t75" style="width:3in;height:110.25pt" o:ole="">
            <v:imagedata r:id="rId38" o:title=""/>
          </v:shape>
          <o:OLEObject Type="Embed" ProgID="Visio.Drawing.11" ShapeID="_x0000_i1039" DrawAspect="Content" ObjectID="_1535828955" r:id="rId39"/>
        </w:object>
      </w:r>
    </w:p>
    <w:p w:rsidR="007F1E45" w:rsidRPr="000E2C9E" w:rsidRDefault="007F1E45" w:rsidP="007F1E45">
      <w:pPr>
        <w:pStyle w:val="Exercice"/>
        <w:numPr>
          <w:ilvl w:val="0"/>
          <w:numId w:val="18"/>
        </w:numPr>
      </w:pPr>
    </w:p>
    <w:p w:rsidR="007F1E45" w:rsidRPr="000E2C9E" w:rsidRDefault="007F1E45" w:rsidP="00E410C9">
      <w:r w:rsidRPr="000E2C9E">
        <w:t>Tracez et annotez le circuit complet d'une alimentation linéaire inclus un fusible.</w:t>
      </w:r>
    </w:p>
    <w:p w:rsidR="007F1E45" w:rsidRPr="000E2C9E" w:rsidRDefault="007F1E45" w:rsidP="00E410C9">
      <w:pPr>
        <w:spacing w:after="0"/>
        <w:jc w:val="left"/>
      </w:pPr>
    </w:p>
    <w:p w:rsidR="007F1E45" w:rsidRPr="000E2C9E" w:rsidRDefault="007F1E45" w:rsidP="007F1E45">
      <w:pPr>
        <w:pStyle w:val="Heading2"/>
        <w:rPr>
          <w:color w:val="auto"/>
          <w:lang w:val="fr-FR"/>
        </w:rPr>
      </w:pPr>
      <w:r w:rsidRPr="000E2C9E">
        <w:rPr>
          <w:color w:val="auto"/>
          <w:lang w:val="fr-FR"/>
        </w:rPr>
        <w:t>Dimensionnement d'une alimentation linéaire</w:t>
      </w:r>
    </w:p>
    <w:p w:rsidR="000653CA" w:rsidRDefault="000E2C9E">
      <w:r w:rsidRPr="000E2C9E">
        <w:t xml:space="preserve">On comprend par </w:t>
      </w:r>
      <w:r w:rsidR="00F469C8">
        <w:t>‘</w:t>
      </w:r>
      <w:r w:rsidR="007F1E45" w:rsidRPr="000E2C9E">
        <w:t>dimensionnement</w:t>
      </w:r>
      <w:r w:rsidR="00F469C8">
        <w:t>’</w:t>
      </w:r>
      <w:r w:rsidRPr="000E2C9E">
        <w:t xml:space="preserve"> la détermination des valeurs et types exactes des composants d'un circuit. Le dimensionnement </w:t>
      </w:r>
      <w:r w:rsidR="007F1E45" w:rsidRPr="000E2C9E">
        <w:t>d'une alimentation linéaire se fait du dernier composant vers le premier.</w:t>
      </w:r>
    </w:p>
    <w:p w:rsidR="00E410C9" w:rsidRPr="000E2C9E" w:rsidRDefault="00E410C9"/>
    <w:p w:rsidR="000E2C9E" w:rsidRPr="000E2C9E" w:rsidRDefault="000E2C9E" w:rsidP="000E2C9E">
      <w:pPr>
        <w:pStyle w:val="Exercice"/>
        <w:numPr>
          <w:ilvl w:val="0"/>
          <w:numId w:val="18"/>
        </w:numPr>
      </w:pPr>
    </w:p>
    <w:p w:rsidR="000E2C9E" w:rsidRPr="000E2C9E" w:rsidRDefault="000E2C9E" w:rsidP="000E2C9E">
      <w:r w:rsidRPr="000E2C9E">
        <w:t>Dimensionnez tous les composants d'une alimentation linéaire 12V/2A à l'aide des instructions suivantes. Préparez une liste des numéros de références des composants d'un catalogue de composants électroniques.</w:t>
      </w:r>
    </w:p>
    <w:p w:rsidR="000E2C9E" w:rsidRPr="000E2C9E" w:rsidRDefault="000E2C9E"/>
    <w:p w:rsidR="007F1E45" w:rsidRPr="000E2C9E" w:rsidRDefault="007F1E45" w:rsidP="007F1E45">
      <w:pPr>
        <w:pStyle w:val="Heading3"/>
        <w:rPr>
          <w:color w:val="auto"/>
          <w:lang w:val="fr-FR"/>
        </w:rPr>
      </w:pPr>
      <w:r w:rsidRPr="000E2C9E">
        <w:rPr>
          <w:color w:val="auto"/>
          <w:lang w:val="fr-FR"/>
        </w:rPr>
        <w:t>Dimensionnement du régulateur de tension</w:t>
      </w:r>
      <w:r w:rsidR="001A1D2D">
        <w:rPr>
          <w:color w:val="auto"/>
          <w:lang w:val="fr-FR"/>
        </w:rPr>
        <w:t xml:space="preserve"> et des condensateurs anti-oscillations</w:t>
      </w:r>
    </w:p>
    <w:p w:rsidR="00E410C9" w:rsidRDefault="007F1E45" w:rsidP="00E410C9">
      <w:r w:rsidRPr="000E2C9E">
        <w:t xml:space="preserve">On choisit le régulateur de tension </w:t>
      </w:r>
      <w:r w:rsidR="000E2C9E" w:rsidRPr="000E2C9E">
        <w:t>à l'aide de la tension de sortie et de l'intensité maximale de sortie</w:t>
      </w:r>
      <w:r w:rsidR="00A82164">
        <w:t xml:space="preserve"> dont on a besoin</w:t>
      </w:r>
      <w:r w:rsidR="000E2C9E" w:rsidRPr="000E2C9E">
        <w:t>.</w:t>
      </w:r>
    </w:p>
    <w:p w:rsidR="001A1D2D" w:rsidRDefault="001A1D2D" w:rsidP="00E410C9">
      <w:r>
        <w:t>Pour assurer le bon fonctionnement du régulateur il faut que la tension u</w:t>
      </w:r>
      <w:r w:rsidRPr="001A1D2D">
        <w:rPr>
          <w:vertAlign w:val="subscript"/>
        </w:rPr>
        <w:t>C</w:t>
      </w:r>
      <w:r>
        <w:t xml:space="preserve"> soit à chaque instant au moins 3V plus grand que la tension de sortie U</w:t>
      </w:r>
      <w:r w:rsidRPr="001A1D2D">
        <w:rPr>
          <w:vertAlign w:val="subscript"/>
        </w:rPr>
        <w:t>OUT</w:t>
      </w:r>
      <w:r>
        <w:t>.</w:t>
      </w:r>
    </w:p>
    <w:p w:rsidR="00A64F2E" w:rsidRPr="000E2C9E" w:rsidRDefault="00137BD2">
      <w:pPr>
        <w:pBdr>
          <w:top w:val="single" w:sz="4" w:space="1" w:color="FF0000"/>
          <w:left w:val="single" w:sz="4" w:space="4" w:color="FF0000"/>
          <w:bottom w:val="single" w:sz="4" w:space="1" w:color="FF0000"/>
          <w:right w:val="single" w:sz="4" w:space="4" w:color="FF0000"/>
        </w:pBdr>
        <w:spacing w:before="120" w:line="240" w:lineRule="auto"/>
        <w:ind w:left="3402" w:right="3401"/>
        <w:jc w:val="center"/>
      </w:pPr>
      <w:r w:rsidRPr="00137BD2">
        <w:rPr>
          <w:position w:val="-12"/>
        </w:rPr>
        <w:object w:dxaOrig="1780" w:dyaOrig="360">
          <v:shape id="_x0000_i1040" type="#_x0000_t75" style="width:122.25pt;height:24.75pt" o:ole="">
            <v:imagedata r:id="rId40" o:title=""/>
          </v:shape>
          <o:OLEObject Type="Embed" ProgID="Equation.DSMT4" ShapeID="_x0000_i1040" DrawAspect="Content" ObjectID="_1535828956" r:id="rId41"/>
        </w:object>
      </w:r>
    </w:p>
    <w:p w:rsidR="001A1D2D" w:rsidRDefault="001A1D2D">
      <w:pPr>
        <w:spacing w:after="0" w:line="240" w:lineRule="auto"/>
        <w:jc w:val="left"/>
      </w:pPr>
      <w:r>
        <w:br w:type="page"/>
      </w:r>
    </w:p>
    <w:p w:rsidR="00A64F2E" w:rsidRPr="000E2C9E" w:rsidRDefault="001A1D2D">
      <w:r>
        <w:lastRenderedPageBreak/>
        <w:t xml:space="preserve">En outre l'ondulation doit être inférieur à </w:t>
      </w:r>
      <w:r w:rsidR="00A64F2E" w:rsidRPr="000E2C9E">
        <w:t xml:space="preserve">20% </w:t>
      </w:r>
      <w:r>
        <w:t xml:space="preserve">de la tension de sortie </w:t>
      </w:r>
      <w:r w:rsidR="00A64F2E" w:rsidRPr="000E2C9E">
        <w:t>U</w:t>
      </w:r>
      <w:r>
        <w:rPr>
          <w:vertAlign w:val="subscript"/>
        </w:rPr>
        <w:t>OUT.</w:t>
      </w:r>
    </w:p>
    <w:p w:rsidR="00A64F2E" w:rsidRPr="000E2C9E" w:rsidRDefault="00BA2CE9">
      <w:pPr>
        <w:pBdr>
          <w:top w:val="single" w:sz="4" w:space="1" w:color="FF0000"/>
          <w:left w:val="single" w:sz="4" w:space="4" w:color="FF0000"/>
          <w:bottom w:val="single" w:sz="4" w:space="1" w:color="FF0000"/>
          <w:right w:val="single" w:sz="4" w:space="4" w:color="FF0000"/>
        </w:pBdr>
        <w:spacing w:before="120" w:line="240" w:lineRule="auto"/>
        <w:ind w:left="3402" w:right="3401"/>
        <w:jc w:val="center"/>
      </w:pPr>
      <w:r w:rsidRPr="00137BD2">
        <w:rPr>
          <w:position w:val="-12"/>
        </w:rPr>
        <w:object w:dxaOrig="1600" w:dyaOrig="360">
          <v:shape id="_x0000_i1041" type="#_x0000_t75" style="width:93.75pt;height:21pt" o:ole="">
            <v:imagedata r:id="rId42" o:title=""/>
          </v:shape>
          <o:OLEObject Type="Embed" ProgID="Equation.DSMT4" ShapeID="_x0000_i1041" DrawAspect="Content" ObjectID="_1535828957" r:id="rId43"/>
        </w:object>
      </w:r>
    </w:p>
    <w:p w:rsidR="001A1D2D" w:rsidRDefault="001A1D2D">
      <w:r>
        <w:t>C'est deux conditions permettent de déterminez la tension nominale que le condensateur C</w:t>
      </w:r>
      <w:r w:rsidR="00D8368E">
        <w:rPr>
          <w:vertAlign w:val="subscript"/>
        </w:rPr>
        <w:t>C</w:t>
      </w:r>
      <w:r>
        <w:t xml:space="preserve"> doit supporter.</w:t>
      </w:r>
    </w:p>
    <w:p w:rsidR="00BA2CE9" w:rsidRPr="000E2C9E" w:rsidRDefault="00BA2CE9" w:rsidP="00BA2CE9">
      <w:pPr>
        <w:pBdr>
          <w:top w:val="single" w:sz="4" w:space="1" w:color="FF0000"/>
          <w:left w:val="single" w:sz="4" w:space="4" w:color="FF0000"/>
          <w:bottom w:val="single" w:sz="4" w:space="1" w:color="FF0000"/>
          <w:right w:val="single" w:sz="4" w:space="4" w:color="FF0000"/>
        </w:pBdr>
        <w:spacing w:before="120" w:line="240" w:lineRule="auto"/>
        <w:ind w:left="3402" w:right="3401"/>
        <w:jc w:val="center"/>
      </w:pPr>
      <w:r w:rsidRPr="00137BD2">
        <w:rPr>
          <w:position w:val="-12"/>
        </w:rPr>
        <w:object w:dxaOrig="1900" w:dyaOrig="360">
          <v:shape id="_x0000_i1042" type="#_x0000_t75" style="width:130.5pt;height:24.75pt" o:ole="">
            <v:imagedata r:id="rId44" o:title=""/>
          </v:shape>
          <o:OLEObject Type="Embed" ProgID="Equation.DSMT4" ShapeID="_x0000_i1042" DrawAspect="Content" ObjectID="_1535828958" r:id="rId45"/>
        </w:object>
      </w:r>
    </w:p>
    <w:p w:rsidR="00BA2CE9" w:rsidRDefault="00BA2CE9"/>
    <w:p w:rsidR="001A1D2D" w:rsidRDefault="004560A5" w:rsidP="004560A5">
      <w:pPr>
        <w:jc w:val="center"/>
      </w:pPr>
      <w:r>
        <w:object w:dxaOrig="8295" w:dyaOrig="4043">
          <v:shape id="_x0000_i1043" type="#_x0000_t75" style="width:414.75pt;height:202.5pt" o:ole="">
            <v:imagedata r:id="rId46" o:title=""/>
          </v:shape>
          <o:OLEObject Type="Embed" ProgID="Visio.Drawing.11" ShapeID="_x0000_i1043" DrawAspect="Content" ObjectID="_1535828959" r:id="rId47"/>
        </w:object>
      </w:r>
    </w:p>
    <w:p w:rsidR="001A1D2D" w:rsidRDefault="001A1D2D" w:rsidP="001A1D2D">
      <w:pPr>
        <w:pStyle w:val="Heading3"/>
        <w:rPr>
          <w:color w:val="auto"/>
          <w:lang w:val="fr-FR"/>
        </w:rPr>
      </w:pPr>
      <w:r w:rsidRPr="000E2C9E">
        <w:rPr>
          <w:color w:val="auto"/>
          <w:lang w:val="fr-FR"/>
        </w:rPr>
        <w:t xml:space="preserve">Dimensionnement du </w:t>
      </w:r>
      <w:r>
        <w:rPr>
          <w:color w:val="auto"/>
          <w:lang w:val="fr-FR"/>
        </w:rPr>
        <w:t>condensateur de lissage</w:t>
      </w:r>
    </w:p>
    <w:p w:rsidR="001A1D2D" w:rsidRPr="001A1D2D" w:rsidRDefault="004560A5" w:rsidP="001A1D2D">
      <w:r>
        <w:t>Il n'</w:t>
      </w:r>
      <w:r w:rsidR="001E22EE">
        <w:t xml:space="preserve">y </w:t>
      </w:r>
      <w:r>
        <w:t xml:space="preserve">a pas de règle précise suivant laquelle la capacité du condensateur de lissage doit être dimensionnée, mais </w:t>
      </w:r>
      <w:r w:rsidR="001A1D2D">
        <w:t>la formule suivante</w:t>
      </w:r>
      <w:r>
        <w:t xml:space="preserve"> a fait ses preuves en pratique</w:t>
      </w:r>
      <w:r w:rsidR="001A1D2D">
        <w:t>:</w:t>
      </w:r>
    </w:p>
    <w:p w:rsidR="007E7381" w:rsidRPr="000E2C9E" w:rsidRDefault="00137BD2" w:rsidP="001A1D2D">
      <w:pPr>
        <w:pBdr>
          <w:top w:val="single" w:sz="4" w:space="1" w:color="FF0000"/>
          <w:left w:val="single" w:sz="4" w:space="4" w:color="FF0000"/>
          <w:bottom w:val="single" w:sz="4" w:space="1" w:color="FF0000"/>
          <w:right w:val="single" w:sz="4" w:space="4" w:color="FF0000"/>
        </w:pBdr>
        <w:spacing w:before="120" w:line="240" w:lineRule="auto"/>
        <w:ind w:left="3119" w:right="3117"/>
        <w:jc w:val="center"/>
        <w:rPr>
          <w:b/>
          <w:bCs/>
          <w:u w:val="single"/>
        </w:rPr>
      </w:pPr>
      <w:r w:rsidRPr="00137BD2">
        <w:rPr>
          <w:position w:val="-30"/>
        </w:rPr>
        <w:object w:dxaOrig="2400" w:dyaOrig="680">
          <v:shape id="_x0000_i1044" type="#_x0000_t75" style="width:154.5pt;height:44.25pt" o:ole="">
            <v:imagedata r:id="rId48" o:title=""/>
          </v:shape>
          <o:OLEObject Type="Embed" ProgID="Equation.DSMT4" ShapeID="_x0000_i1044" DrawAspect="Content" ObjectID="_1535828960" r:id="rId49"/>
        </w:object>
      </w:r>
    </w:p>
    <w:p w:rsidR="007E7381" w:rsidRPr="000E2C9E" w:rsidRDefault="007E7381" w:rsidP="00D8368E">
      <w:pPr>
        <w:pStyle w:val="BodyText3"/>
        <w:tabs>
          <w:tab w:val="clear" w:pos="5670"/>
          <w:tab w:val="left" w:pos="4536"/>
        </w:tabs>
        <w:ind w:left="1134"/>
      </w:pPr>
      <w:r w:rsidRPr="000E2C9E">
        <w:t>C</w:t>
      </w:r>
      <w:r w:rsidR="001A1D2D">
        <w:rPr>
          <w:vertAlign w:val="subscript"/>
        </w:rPr>
        <w:t>L</w:t>
      </w:r>
      <w:r w:rsidRPr="000E2C9E">
        <w:t xml:space="preserve"> </w:t>
      </w:r>
      <w:r w:rsidR="001A1D2D">
        <w:t>e</w:t>
      </w:r>
      <w:r w:rsidRPr="000E2C9E">
        <w:t xml:space="preserve">st </w:t>
      </w:r>
      <w:r w:rsidR="001A1D2D">
        <w:t>la capacité du condensateur de lissage e</w:t>
      </w:r>
      <w:r w:rsidRPr="000E2C9E">
        <w:t xml:space="preserve">n </w:t>
      </w:r>
      <w:r w:rsidR="001A1D2D">
        <w:t>m</w:t>
      </w:r>
      <w:r w:rsidRPr="000E2C9E">
        <w:t>i</w:t>
      </w:r>
      <w:r w:rsidR="001A1D2D">
        <w:t>c</w:t>
      </w:r>
      <w:r w:rsidRPr="000E2C9E">
        <w:t xml:space="preserve">rofarad </w:t>
      </w:r>
      <w:r w:rsidR="001A1D2D">
        <w:t>(</w:t>
      </w:r>
      <w:r w:rsidRPr="000E2C9E">
        <w:sym w:font="Symbol" w:char="F06D"/>
      </w:r>
      <w:r w:rsidR="001A1D2D">
        <w:t>F)</w:t>
      </w:r>
      <w:r w:rsidRPr="000E2C9E">
        <w:br/>
        <w:t>I</w:t>
      </w:r>
      <w:r w:rsidR="001A1D2D">
        <w:t xml:space="preserve"> est l'intensité maximale de sortie en ampère (</w:t>
      </w:r>
      <w:r w:rsidRPr="000E2C9E">
        <w:t>A</w:t>
      </w:r>
      <w:r w:rsidR="001A1D2D">
        <w:t>)</w:t>
      </w:r>
      <w:r w:rsidRPr="000E2C9E">
        <w:br/>
        <w:t>∆u</w:t>
      </w:r>
      <w:r w:rsidR="00137BD2" w:rsidRPr="00137BD2">
        <w:rPr>
          <w:vertAlign w:val="subscript"/>
        </w:rPr>
        <w:t>C</w:t>
      </w:r>
      <w:r w:rsidRPr="000E2C9E">
        <w:t xml:space="preserve"> </w:t>
      </w:r>
      <w:r w:rsidR="001A1D2D">
        <w:t>e</w:t>
      </w:r>
      <w:r w:rsidRPr="000E2C9E">
        <w:t xml:space="preserve">st </w:t>
      </w:r>
      <w:r w:rsidR="001A1D2D">
        <w:t xml:space="preserve">l'ondulation </w:t>
      </w:r>
      <w:r w:rsidR="00D8368E">
        <w:t xml:space="preserve">maximale </w:t>
      </w:r>
      <w:r w:rsidR="001A1D2D">
        <w:t>en v</w:t>
      </w:r>
      <w:r w:rsidRPr="000E2C9E">
        <w:t xml:space="preserve">olt </w:t>
      </w:r>
      <w:r w:rsidR="00137BD2">
        <w:t xml:space="preserve">de la tension à l'entrée du régulateur </w:t>
      </w:r>
      <w:r w:rsidR="001A1D2D">
        <w:t>(</w:t>
      </w:r>
      <w:r w:rsidRPr="000E2C9E">
        <w:t>V</w:t>
      </w:r>
      <w:r w:rsidR="001A1D2D">
        <w:t>)</w:t>
      </w:r>
    </w:p>
    <w:p w:rsidR="009E6922" w:rsidRDefault="004560A5" w:rsidP="004560A5">
      <w:r w:rsidRPr="004560A5">
        <w:t xml:space="preserve">La </w:t>
      </w:r>
      <w:r>
        <w:t xml:space="preserve">tension </w:t>
      </w:r>
      <w:r w:rsidRPr="004560A5">
        <w:t>nom</w:t>
      </w:r>
      <w:r>
        <w:t>inale du condensateur de lissage est identique à celle de C</w:t>
      </w:r>
      <w:r w:rsidRPr="004560A5">
        <w:rPr>
          <w:vertAlign w:val="subscript"/>
        </w:rPr>
        <w:t>C</w:t>
      </w:r>
      <w:r>
        <w:t>, comme ils sont branchés en parallèle.</w:t>
      </w:r>
    </w:p>
    <w:p w:rsidR="004560A5" w:rsidRDefault="004560A5" w:rsidP="004560A5"/>
    <w:p w:rsidR="00BA2CE9" w:rsidRDefault="00BA2CE9">
      <w:pPr>
        <w:spacing w:after="0" w:line="240" w:lineRule="auto"/>
        <w:jc w:val="left"/>
        <w:rPr>
          <w:rFonts w:cs="Arial"/>
          <w:b/>
          <w:bCs/>
          <w:iCs/>
          <w:sz w:val="26"/>
          <w:szCs w:val="26"/>
          <w:u w:val="single"/>
        </w:rPr>
      </w:pPr>
      <w:r>
        <w:br w:type="page"/>
      </w:r>
    </w:p>
    <w:p w:rsidR="004560A5" w:rsidRDefault="004560A5" w:rsidP="004560A5">
      <w:pPr>
        <w:pStyle w:val="Heading3"/>
        <w:rPr>
          <w:color w:val="auto"/>
          <w:lang w:val="fr-FR"/>
        </w:rPr>
      </w:pPr>
      <w:r w:rsidRPr="000E2C9E">
        <w:rPr>
          <w:color w:val="auto"/>
          <w:lang w:val="fr-FR"/>
        </w:rPr>
        <w:lastRenderedPageBreak/>
        <w:t xml:space="preserve">Dimensionnement </w:t>
      </w:r>
      <w:r>
        <w:rPr>
          <w:color w:val="auto"/>
          <w:lang w:val="fr-FR"/>
        </w:rPr>
        <w:t>des diodes du redresseur</w:t>
      </w:r>
      <w:r w:rsidR="00D8368E">
        <w:rPr>
          <w:color w:val="auto"/>
          <w:lang w:val="fr-FR"/>
        </w:rPr>
        <w:t xml:space="preserve"> à double alternance</w:t>
      </w:r>
    </w:p>
    <w:p w:rsidR="00BA2CE9" w:rsidRDefault="00BA2CE9" w:rsidP="004560A5">
      <w:r>
        <w:t xml:space="preserve">La tension maximale de </w:t>
      </w:r>
      <w:r w:rsidR="008A6B0C">
        <w:t>blocage</w:t>
      </w:r>
      <w:r>
        <w:t xml:space="preserve"> des diodes doit être au moins égale à u</w:t>
      </w:r>
      <w:r w:rsidRPr="00BA2CE9">
        <w:rPr>
          <w:vertAlign w:val="subscript"/>
        </w:rPr>
        <w:t>Cmax</w:t>
      </w:r>
      <w:r>
        <w:t>.</w:t>
      </w:r>
    </w:p>
    <w:p w:rsidR="004560A5" w:rsidRPr="00BA2CE9" w:rsidRDefault="00BA2CE9" w:rsidP="004560A5">
      <w:r>
        <w:t>L'intensité maximale du courant en sens passant doit au moins être égale à l'intensité du courant de sortie.</w:t>
      </w:r>
    </w:p>
    <w:p w:rsidR="004560A5" w:rsidRDefault="004560A5" w:rsidP="004560A5"/>
    <w:p w:rsidR="00BA2CE9" w:rsidRDefault="00BA2CE9" w:rsidP="00BA2CE9">
      <w:pPr>
        <w:pStyle w:val="Heading3"/>
        <w:rPr>
          <w:color w:val="auto"/>
          <w:lang w:val="fr-FR"/>
        </w:rPr>
      </w:pPr>
      <w:r w:rsidRPr="000E2C9E">
        <w:rPr>
          <w:color w:val="auto"/>
          <w:lang w:val="fr-FR"/>
        </w:rPr>
        <w:t xml:space="preserve">Dimensionnement </w:t>
      </w:r>
      <w:r>
        <w:rPr>
          <w:color w:val="auto"/>
          <w:lang w:val="fr-FR"/>
        </w:rPr>
        <w:t>du transformateur</w:t>
      </w:r>
    </w:p>
    <w:p w:rsidR="00BA2CE9" w:rsidRDefault="00BA2CE9" w:rsidP="00BA2CE9">
      <w:r>
        <w:t xml:space="preserve">Les transformateurs sont caractérisés par les </w:t>
      </w:r>
      <w:r w:rsidRPr="00BA2CE9">
        <w:rPr>
          <w:b/>
        </w:rPr>
        <w:t>tensions</w:t>
      </w:r>
      <w:r>
        <w:t xml:space="preserve"> </w:t>
      </w:r>
      <w:r w:rsidRPr="00BA2CE9">
        <w:rPr>
          <w:b/>
        </w:rPr>
        <w:t>efficaces</w:t>
      </w:r>
      <w:r>
        <w:t xml:space="preserve"> à l'entrée et à la sortie ainsi que par la puissance nominale.</w:t>
      </w:r>
    </w:p>
    <w:p w:rsidR="00BA2CE9" w:rsidRDefault="00BA2CE9" w:rsidP="00BA2CE9">
      <w:r>
        <w:t xml:space="preserve">La valeur efficace de la tension d'entrée </w:t>
      </w:r>
      <w:r w:rsidR="00E77F48">
        <w:t>U</w:t>
      </w:r>
      <w:r w:rsidR="00E77F48" w:rsidRPr="00E77F48">
        <w:rPr>
          <w:vertAlign w:val="subscript"/>
        </w:rPr>
        <w:t>EFF,IN</w:t>
      </w:r>
      <w:r w:rsidR="00E77F48">
        <w:t xml:space="preserve"> </w:t>
      </w:r>
      <w:r>
        <w:t>est d'habitude égale à 230V.</w:t>
      </w:r>
    </w:p>
    <w:p w:rsidR="00E77F48" w:rsidRDefault="00BA2CE9" w:rsidP="00BA2CE9">
      <w:r>
        <w:t xml:space="preserve">La valeur de crête de la tension de sortie </w:t>
      </w:r>
      <w:r w:rsidR="00E77F48">
        <w:t xml:space="preserve">du transformateur </w:t>
      </w:r>
      <w:r>
        <w:t>se détermine à l'aide de u</w:t>
      </w:r>
      <w:r w:rsidRPr="00BA2CE9">
        <w:rPr>
          <w:vertAlign w:val="subscript"/>
        </w:rPr>
        <w:t>C</w:t>
      </w:r>
      <w:r>
        <w:rPr>
          <w:vertAlign w:val="subscript"/>
        </w:rPr>
        <w:t>max</w:t>
      </w:r>
      <w:r w:rsidRPr="00BA2CE9">
        <w:t xml:space="preserve"> </w:t>
      </w:r>
      <w:r>
        <w:t>augment</w:t>
      </w:r>
      <w:r w:rsidR="00E77F48">
        <w:t>ée des pertes sur les diodes de 1,4V.</w:t>
      </w:r>
    </w:p>
    <w:p w:rsidR="00E77F48" w:rsidRPr="000E2C9E" w:rsidRDefault="00E77F48" w:rsidP="00E77F48">
      <w:pPr>
        <w:pBdr>
          <w:top w:val="single" w:sz="4" w:space="1" w:color="FF0000"/>
          <w:left w:val="single" w:sz="4" w:space="4" w:color="FF0000"/>
          <w:bottom w:val="single" w:sz="4" w:space="1" w:color="FF0000"/>
          <w:right w:val="single" w:sz="4" w:space="4" w:color="FF0000"/>
        </w:pBdr>
        <w:spacing w:before="120" w:line="240" w:lineRule="auto"/>
        <w:ind w:left="3402" w:right="3401"/>
        <w:jc w:val="center"/>
      </w:pPr>
      <w:r w:rsidRPr="00137BD2">
        <w:rPr>
          <w:position w:val="-12"/>
        </w:rPr>
        <w:object w:dxaOrig="1760" w:dyaOrig="360">
          <v:shape id="_x0000_i1045" type="#_x0000_t75" style="width:120.75pt;height:24.75pt" o:ole="">
            <v:imagedata r:id="rId50" o:title=""/>
          </v:shape>
          <o:OLEObject Type="Embed" ProgID="Equation.DSMT4" ShapeID="_x0000_i1045" DrawAspect="Content" ObjectID="_1535828961" r:id="rId51"/>
        </w:object>
      </w:r>
    </w:p>
    <w:p w:rsidR="00E77F48" w:rsidRDefault="00E77F48" w:rsidP="00BA2CE9">
      <w:r>
        <w:t>La valeur efficace de la tension de sortie du transformateur est donc:</w:t>
      </w:r>
    </w:p>
    <w:p w:rsidR="00E77F48" w:rsidRPr="000E2C9E" w:rsidRDefault="00E77F48" w:rsidP="00E77F48">
      <w:pPr>
        <w:pBdr>
          <w:top w:val="single" w:sz="4" w:space="1" w:color="FF0000"/>
          <w:left w:val="single" w:sz="4" w:space="4" w:color="FF0000"/>
          <w:bottom w:val="single" w:sz="4" w:space="1" w:color="FF0000"/>
          <w:right w:val="single" w:sz="4" w:space="4" w:color="FF0000"/>
        </w:pBdr>
        <w:spacing w:before="120" w:line="240" w:lineRule="auto"/>
        <w:ind w:left="3402" w:right="3401"/>
        <w:jc w:val="center"/>
      </w:pPr>
      <w:r w:rsidRPr="00E77F48">
        <w:rPr>
          <w:position w:val="-28"/>
        </w:rPr>
        <w:object w:dxaOrig="1200" w:dyaOrig="680">
          <v:shape id="_x0000_i1046" type="#_x0000_t75" style="width:82.5pt;height:46.5pt" o:ole="">
            <v:imagedata r:id="rId52" o:title=""/>
          </v:shape>
          <o:OLEObject Type="Embed" ProgID="Equation.DSMT4" ShapeID="_x0000_i1046" DrawAspect="Content" ObjectID="_1535828962" r:id="rId53"/>
        </w:object>
      </w:r>
    </w:p>
    <w:p w:rsidR="00E77F48" w:rsidRDefault="00E77F48" w:rsidP="00BA2CE9">
      <w:r>
        <w:t>La puissance nominale du transformateur doit être au moins égale à la puissance maximale que l'alimentation sait livrée à la sortie.</w:t>
      </w:r>
    </w:p>
    <w:p w:rsidR="00E77F48" w:rsidRPr="000E2C9E" w:rsidRDefault="00E77F48" w:rsidP="00E77F48">
      <w:pPr>
        <w:pBdr>
          <w:top w:val="single" w:sz="4" w:space="1" w:color="FF0000"/>
          <w:left w:val="single" w:sz="4" w:space="4" w:color="FF0000"/>
          <w:bottom w:val="single" w:sz="4" w:space="1" w:color="FF0000"/>
          <w:right w:val="single" w:sz="4" w:space="4" w:color="FF0000"/>
        </w:pBdr>
        <w:spacing w:before="120" w:line="240" w:lineRule="auto"/>
        <w:ind w:left="3402" w:right="3401"/>
        <w:jc w:val="center"/>
      </w:pPr>
      <w:r w:rsidRPr="00E77F48">
        <w:rPr>
          <w:position w:val="-12"/>
        </w:rPr>
        <w:object w:dxaOrig="1719" w:dyaOrig="360">
          <v:shape id="_x0000_i1047" type="#_x0000_t75" style="width:117.75pt;height:24.75pt" o:ole="">
            <v:imagedata r:id="rId54" o:title=""/>
          </v:shape>
          <o:OLEObject Type="Embed" ProgID="Equation.DSMT4" ShapeID="_x0000_i1047" DrawAspect="Content" ObjectID="_1535828963" r:id="rId55"/>
        </w:object>
      </w:r>
    </w:p>
    <w:p w:rsidR="00BA2CE9" w:rsidRDefault="00BA2CE9" w:rsidP="00BA2CE9"/>
    <w:sectPr w:rsidR="00BA2CE9">
      <w:headerReference w:type="default" r:id="rId56"/>
      <w:footerReference w:type="default" r:id="rId57"/>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65E" w:rsidRDefault="0070065E">
      <w:r>
        <w:separator/>
      </w:r>
    </w:p>
  </w:endnote>
  <w:endnote w:type="continuationSeparator" w:id="0">
    <w:p w:rsidR="0070065E" w:rsidRDefault="00700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CE9" w:rsidRDefault="00BA2CE9">
    <w:pPr>
      <w:pStyle w:val="Footer"/>
      <w:tabs>
        <w:tab w:val="clear" w:pos="4536"/>
        <w:tab w:val="clear" w:pos="9072"/>
        <w:tab w:val="center" w:pos="4820"/>
        <w:tab w:val="right" w:pos="9639"/>
      </w:tabs>
      <w:rPr>
        <w:sz w:val="20"/>
      </w:rPr>
    </w:pPr>
    <w:r>
      <w:rPr>
        <w:sz w:val="20"/>
      </w:rPr>
      <w:t>Claude Loullingen</w:t>
    </w:r>
    <w:r>
      <w:rPr>
        <w:sz w:val="20"/>
      </w:rPr>
      <w:tab/>
    </w:r>
    <w:r>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1208D1">
      <w:rPr>
        <w:rStyle w:val="PageNumber"/>
        <w:noProof/>
        <w:sz w:val="20"/>
      </w:rPr>
      <w:t>2</w:t>
    </w:r>
    <w:r>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65E" w:rsidRDefault="0070065E">
      <w:r>
        <w:separator/>
      </w:r>
    </w:p>
  </w:footnote>
  <w:footnote w:type="continuationSeparator" w:id="0">
    <w:p w:rsidR="0070065E" w:rsidRDefault="00700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CE9" w:rsidRDefault="00BA2CE9">
    <w:pPr>
      <w:pStyle w:val="Header"/>
      <w:pBdr>
        <w:bottom w:val="single" w:sz="4" w:space="1" w:color="auto"/>
      </w:pBdr>
      <w:tabs>
        <w:tab w:val="clear" w:pos="4536"/>
        <w:tab w:val="clear" w:pos="9072"/>
        <w:tab w:val="right" w:pos="9639"/>
      </w:tabs>
      <w:ind w:right="-1"/>
      <w:rPr>
        <w:sz w:val="20"/>
      </w:rPr>
    </w:pPr>
    <w:r>
      <w:rPr>
        <w:sz w:val="20"/>
      </w:rPr>
      <w:t xml:space="preserve">TRONI </w:t>
    </w:r>
    <w:r w:rsidR="00B26DF0">
      <w:rPr>
        <w:sz w:val="20"/>
      </w:rPr>
      <w:t>X1ETF</w:t>
    </w:r>
    <w:r>
      <w:rPr>
        <w:sz w:val="20"/>
      </w:rPr>
      <w:tab/>
    </w:r>
    <w:r>
      <w:rPr>
        <w:sz w:val="20"/>
      </w:rPr>
      <w:fldChar w:fldCharType="begin"/>
    </w:r>
    <w:r>
      <w:rPr>
        <w:sz w:val="20"/>
      </w:rPr>
      <w:instrText xml:space="preserve"> STYLEREF "Heading 1" \n \* MERGEFORMAT </w:instrText>
    </w:r>
    <w:r>
      <w:rPr>
        <w:sz w:val="20"/>
      </w:rPr>
      <w:fldChar w:fldCharType="separate"/>
    </w:r>
    <w:r w:rsidR="001208D1" w:rsidRPr="001208D1">
      <w:rPr>
        <w:noProof/>
        <w:sz w:val="20"/>
        <w:lang w:val="en-US"/>
      </w:rPr>
      <w:t>1</w:t>
    </w:r>
    <w:r>
      <w:rPr>
        <w:sz w:val="20"/>
      </w:rPr>
      <w:fldChar w:fldCharType="end"/>
    </w:r>
    <w:r>
      <w:rPr>
        <w:sz w:val="20"/>
      </w:rPr>
      <w:t xml:space="preserve">. </w:t>
    </w:r>
    <w:r>
      <w:rPr>
        <w:sz w:val="20"/>
      </w:rPr>
      <w:fldChar w:fldCharType="begin"/>
    </w:r>
    <w:r>
      <w:rPr>
        <w:sz w:val="20"/>
      </w:rPr>
      <w:instrText xml:space="preserve"> STYLEREF "Heading 1" \* MERGEFORMAT </w:instrText>
    </w:r>
    <w:r>
      <w:rPr>
        <w:sz w:val="20"/>
      </w:rPr>
      <w:fldChar w:fldCharType="separate"/>
    </w:r>
    <w:r w:rsidR="001208D1">
      <w:rPr>
        <w:noProof/>
        <w:sz w:val="20"/>
      </w:rPr>
      <w:t>Alimentation linéaire</w:t>
    </w:r>
    <w:r>
      <w:rPr>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A4F95"/>
    <w:multiLevelType w:val="hybridMultilevel"/>
    <w:tmpl w:val="8E44323C"/>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ADD6750"/>
    <w:multiLevelType w:val="multilevel"/>
    <w:tmpl w:val="D4BE1214"/>
    <w:lvl w:ilvl="0">
      <w:start w:val="3"/>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709"/>
        </w:tabs>
        <w:ind w:left="709" w:hanging="709"/>
      </w:pPr>
      <w:rPr>
        <w:rFonts w:hint="default"/>
      </w:rPr>
    </w:lvl>
    <w:lvl w:ilvl="2">
      <w:start w:val="1"/>
      <w:numFmt w:val="decimal"/>
      <w:lvlRestart w:val="0"/>
      <w:lvlText w:val="%1.%2.%3"/>
      <w:lvlJc w:val="left"/>
      <w:pPr>
        <w:tabs>
          <w:tab w:val="num" w:pos="1080"/>
        </w:tabs>
        <w:ind w:left="851" w:hanging="851"/>
      </w:pPr>
      <w:rPr>
        <w:rFonts w:hint="default"/>
      </w:rPr>
    </w:lvl>
    <w:lvl w:ilvl="3">
      <w:start w:val="1"/>
      <w:numFmt w:val="decimal"/>
      <w:lvlRestart w:val="0"/>
      <w:lvlText w:val="%1.%2.%3.%4"/>
      <w:lvlJc w:val="left"/>
      <w:pPr>
        <w:tabs>
          <w:tab w:val="num" w:pos="1440"/>
        </w:tabs>
        <w:ind w:left="992" w:hanging="992"/>
      </w:pPr>
      <w:rPr>
        <w:rFonts w:hint="default"/>
      </w:rPr>
    </w:lvl>
    <w:lvl w:ilvl="4">
      <w:start w:val="1"/>
      <w:numFmt w:val="decimal"/>
      <w:lvlText w:val="%1.%2.%3.%4.%5"/>
      <w:lvlJc w:val="left"/>
      <w:pPr>
        <w:tabs>
          <w:tab w:val="num" w:pos="1800"/>
        </w:tabs>
        <w:ind w:left="0" w:firstLine="0"/>
      </w:pPr>
      <w:rPr>
        <w:rFonts w:hint="default"/>
      </w:rPr>
    </w:lvl>
    <w:lvl w:ilvl="5">
      <w:start w:val="1"/>
      <w:numFmt w:val="decimal"/>
      <w:lvlText w:val="%1.%2.%3.%4.%5.%6"/>
      <w:lvlJc w:val="left"/>
      <w:pPr>
        <w:tabs>
          <w:tab w:val="num" w:pos="2160"/>
        </w:tabs>
        <w:ind w:left="0" w:firstLine="0"/>
      </w:pPr>
      <w:rPr>
        <w:rFonts w:hint="default"/>
      </w:rPr>
    </w:lvl>
    <w:lvl w:ilvl="6">
      <w:start w:val="1"/>
      <w:numFmt w:val="decimal"/>
      <w:lvlText w:val="%1.%2.%3.%4.%5.%6.%7"/>
      <w:lvlJc w:val="left"/>
      <w:pPr>
        <w:tabs>
          <w:tab w:val="num" w:pos="2520"/>
        </w:tabs>
        <w:ind w:left="0" w:firstLine="0"/>
      </w:pPr>
      <w:rPr>
        <w:rFonts w:hint="default"/>
      </w:rPr>
    </w:lvl>
    <w:lvl w:ilvl="7">
      <w:start w:val="1"/>
      <w:numFmt w:val="decimal"/>
      <w:lvlText w:val="%1.%2.%3.%4.%5.%6.%7.%8"/>
      <w:lvlJc w:val="left"/>
      <w:pPr>
        <w:tabs>
          <w:tab w:val="num" w:pos="2880"/>
        </w:tabs>
        <w:ind w:left="0" w:firstLine="0"/>
      </w:pPr>
      <w:rPr>
        <w:rFonts w:hint="default"/>
      </w:rPr>
    </w:lvl>
    <w:lvl w:ilvl="8">
      <w:start w:val="1"/>
      <w:numFmt w:val="decimal"/>
      <w:lvlText w:val="%1.%2.%3.%4.%5.%6.%7.%8.%9"/>
      <w:lvlJc w:val="left"/>
      <w:pPr>
        <w:tabs>
          <w:tab w:val="num" w:pos="3240"/>
        </w:tabs>
        <w:ind w:left="0" w:firstLine="0"/>
      </w:pPr>
      <w:rPr>
        <w:rFonts w:hint="default"/>
      </w:rPr>
    </w:lvl>
  </w:abstractNum>
  <w:abstractNum w:abstractNumId="2" w15:restartNumberingAfterBreak="0">
    <w:nsid w:val="20ED5A34"/>
    <w:multiLevelType w:val="multilevel"/>
    <w:tmpl w:val="FFC002A4"/>
    <w:lvl w:ilvl="0">
      <w:start w:val="1"/>
      <w:numFmt w:val="decimal"/>
      <w:lvlText w:val="%1)"/>
      <w:lvlJc w:val="left"/>
      <w:pPr>
        <w:tabs>
          <w:tab w:val="num" w:pos="851"/>
        </w:tabs>
        <w:ind w:left="1213" w:hanging="81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62D56A7"/>
    <w:multiLevelType w:val="hybridMultilevel"/>
    <w:tmpl w:val="92CADD44"/>
    <w:lvl w:ilvl="0" w:tplc="73A86732">
      <w:start w:val="1"/>
      <w:numFmt w:val="decimal"/>
      <w:lvlText w:val="%1."/>
      <w:lvlJc w:val="left"/>
      <w:pPr>
        <w:tabs>
          <w:tab w:val="num" w:pos="851"/>
        </w:tabs>
        <w:ind w:left="1213" w:hanging="8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1570D6F"/>
    <w:multiLevelType w:val="hybridMultilevel"/>
    <w:tmpl w:val="FFD2A82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49C135F"/>
    <w:multiLevelType w:val="hybridMultilevel"/>
    <w:tmpl w:val="8AFEBA22"/>
    <w:lvl w:ilvl="0" w:tplc="10070001">
      <w:start w:val="1"/>
      <w:numFmt w:val="bullet"/>
      <w:lvlText w:val=""/>
      <w:lvlJc w:val="left"/>
      <w:pPr>
        <w:ind w:left="720" w:hanging="360"/>
      </w:pPr>
      <w:rPr>
        <w:rFonts w:ascii="Symbol" w:hAnsi="Symbol" w:hint="default"/>
      </w:rPr>
    </w:lvl>
    <w:lvl w:ilvl="1" w:tplc="10070003" w:tentative="1">
      <w:start w:val="1"/>
      <w:numFmt w:val="bullet"/>
      <w:lvlText w:val="o"/>
      <w:lvlJc w:val="left"/>
      <w:pPr>
        <w:ind w:left="1440" w:hanging="360"/>
      </w:pPr>
      <w:rPr>
        <w:rFonts w:ascii="Courier New" w:hAnsi="Courier New" w:cs="Courier New" w:hint="default"/>
      </w:rPr>
    </w:lvl>
    <w:lvl w:ilvl="2" w:tplc="10070005" w:tentative="1">
      <w:start w:val="1"/>
      <w:numFmt w:val="bullet"/>
      <w:lvlText w:val=""/>
      <w:lvlJc w:val="left"/>
      <w:pPr>
        <w:ind w:left="2160" w:hanging="360"/>
      </w:pPr>
      <w:rPr>
        <w:rFonts w:ascii="Wingdings" w:hAnsi="Wingdings" w:hint="default"/>
      </w:rPr>
    </w:lvl>
    <w:lvl w:ilvl="3" w:tplc="10070001" w:tentative="1">
      <w:start w:val="1"/>
      <w:numFmt w:val="bullet"/>
      <w:lvlText w:val=""/>
      <w:lvlJc w:val="left"/>
      <w:pPr>
        <w:ind w:left="2880" w:hanging="360"/>
      </w:pPr>
      <w:rPr>
        <w:rFonts w:ascii="Symbol" w:hAnsi="Symbol" w:hint="default"/>
      </w:rPr>
    </w:lvl>
    <w:lvl w:ilvl="4" w:tplc="10070003" w:tentative="1">
      <w:start w:val="1"/>
      <w:numFmt w:val="bullet"/>
      <w:lvlText w:val="o"/>
      <w:lvlJc w:val="left"/>
      <w:pPr>
        <w:ind w:left="3600" w:hanging="360"/>
      </w:pPr>
      <w:rPr>
        <w:rFonts w:ascii="Courier New" w:hAnsi="Courier New" w:cs="Courier New" w:hint="default"/>
      </w:rPr>
    </w:lvl>
    <w:lvl w:ilvl="5" w:tplc="10070005" w:tentative="1">
      <w:start w:val="1"/>
      <w:numFmt w:val="bullet"/>
      <w:lvlText w:val=""/>
      <w:lvlJc w:val="left"/>
      <w:pPr>
        <w:ind w:left="4320" w:hanging="360"/>
      </w:pPr>
      <w:rPr>
        <w:rFonts w:ascii="Wingdings" w:hAnsi="Wingdings" w:hint="default"/>
      </w:rPr>
    </w:lvl>
    <w:lvl w:ilvl="6" w:tplc="10070001" w:tentative="1">
      <w:start w:val="1"/>
      <w:numFmt w:val="bullet"/>
      <w:lvlText w:val=""/>
      <w:lvlJc w:val="left"/>
      <w:pPr>
        <w:ind w:left="5040" w:hanging="360"/>
      </w:pPr>
      <w:rPr>
        <w:rFonts w:ascii="Symbol" w:hAnsi="Symbol" w:hint="default"/>
      </w:rPr>
    </w:lvl>
    <w:lvl w:ilvl="7" w:tplc="10070003" w:tentative="1">
      <w:start w:val="1"/>
      <w:numFmt w:val="bullet"/>
      <w:lvlText w:val="o"/>
      <w:lvlJc w:val="left"/>
      <w:pPr>
        <w:ind w:left="5760" w:hanging="360"/>
      </w:pPr>
      <w:rPr>
        <w:rFonts w:ascii="Courier New" w:hAnsi="Courier New" w:cs="Courier New" w:hint="default"/>
      </w:rPr>
    </w:lvl>
    <w:lvl w:ilvl="8" w:tplc="10070005" w:tentative="1">
      <w:start w:val="1"/>
      <w:numFmt w:val="bullet"/>
      <w:lvlText w:val=""/>
      <w:lvlJc w:val="left"/>
      <w:pPr>
        <w:ind w:left="6480" w:hanging="360"/>
      </w:pPr>
      <w:rPr>
        <w:rFonts w:ascii="Wingdings" w:hAnsi="Wingdings" w:hint="default"/>
      </w:rPr>
    </w:lvl>
  </w:abstractNum>
  <w:abstractNum w:abstractNumId="6" w15:restartNumberingAfterBreak="0">
    <w:nsid w:val="384C7685"/>
    <w:multiLevelType w:val="hybridMultilevel"/>
    <w:tmpl w:val="46464E18"/>
    <w:lvl w:ilvl="0" w:tplc="9008265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9677472"/>
    <w:multiLevelType w:val="hybridMultilevel"/>
    <w:tmpl w:val="0ADAA1F6"/>
    <w:lvl w:ilvl="0" w:tplc="676AEA42">
      <w:start w:val="1"/>
      <w:numFmt w:val="decimal"/>
      <w:pStyle w:val="Exercice"/>
      <w:lvlText w:val="Exercice %1:"/>
      <w:lvlJc w:val="left"/>
      <w:pPr>
        <w:tabs>
          <w:tab w:val="num" w:pos="992"/>
        </w:tabs>
        <w:ind w:left="992" w:hanging="992"/>
      </w:pPr>
      <w:rPr>
        <w:rFonts w:hint="default"/>
        <w:u w:val="single"/>
      </w:rPr>
    </w:lvl>
    <w:lvl w:ilvl="1" w:tplc="04090019">
      <w:start w:val="1"/>
      <w:numFmt w:val="lowerLetter"/>
      <w:lvlText w:val="%2."/>
      <w:lvlJc w:val="left"/>
      <w:pPr>
        <w:tabs>
          <w:tab w:val="num" w:pos="1440"/>
        </w:tabs>
        <w:ind w:left="1440" w:hanging="360"/>
      </w:pPr>
    </w:lvl>
    <w:lvl w:ilvl="2" w:tplc="AA1A410E">
      <w:numFmt w:val="bullet"/>
      <w:lvlText w:val="-"/>
      <w:lvlJc w:val="left"/>
      <w:pPr>
        <w:tabs>
          <w:tab w:val="num" w:pos="2340"/>
        </w:tabs>
        <w:ind w:left="2340" w:hanging="360"/>
      </w:pPr>
      <w:rPr>
        <w:rFonts w:ascii="Arial" w:eastAsia="Times New Roman" w:hAnsi="Arial" w:cs="Arial" w:hint="default"/>
      </w:rPr>
    </w:lvl>
    <w:lvl w:ilvl="3" w:tplc="92ECFF70">
      <w:start w:val="1"/>
      <w:numFmt w:val="decimal"/>
      <w:lvlText w:val="%4."/>
      <w:lvlJc w:val="left"/>
      <w:pPr>
        <w:tabs>
          <w:tab w:val="num" w:pos="1276"/>
        </w:tabs>
        <w:ind w:left="1276" w:hanging="284"/>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BB00D69"/>
    <w:multiLevelType w:val="hybridMultilevel"/>
    <w:tmpl w:val="71D45166"/>
    <w:lvl w:ilvl="0" w:tplc="E886E47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D20252D"/>
    <w:multiLevelType w:val="hybridMultilevel"/>
    <w:tmpl w:val="D7DA6140"/>
    <w:lvl w:ilvl="0" w:tplc="7D86039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D621102"/>
    <w:multiLevelType w:val="hybridMultilevel"/>
    <w:tmpl w:val="601EEDA6"/>
    <w:lvl w:ilvl="0" w:tplc="40EAD9EC">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41F10785"/>
    <w:multiLevelType w:val="hybridMultilevel"/>
    <w:tmpl w:val="41E0ABAC"/>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B54230F"/>
    <w:multiLevelType w:val="hybridMultilevel"/>
    <w:tmpl w:val="653054A4"/>
    <w:lvl w:ilvl="0" w:tplc="DA989B96">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C813BE5"/>
    <w:multiLevelType w:val="hybridMultilevel"/>
    <w:tmpl w:val="FE883140"/>
    <w:lvl w:ilvl="0" w:tplc="04090017">
      <w:start w:val="1"/>
      <w:numFmt w:val="lowerLetter"/>
      <w:lvlText w:val="%1)"/>
      <w:lvlJc w:val="left"/>
      <w:pPr>
        <w:ind w:left="360" w:hanging="360"/>
      </w:pPr>
    </w:lvl>
    <w:lvl w:ilvl="1" w:tplc="10070019" w:tentative="1">
      <w:start w:val="1"/>
      <w:numFmt w:val="lowerLetter"/>
      <w:lvlText w:val="%2."/>
      <w:lvlJc w:val="left"/>
      <w:pPr>
        <w:ind w:left="1080" w:hanging="360"/>
      </w:pPr>
    </w:lvl>
    <w:lvl w:ilvl="2" w:tplc="1007001B" w:tentative="1">
      <w:start w:val="1"/>
      <w:numFmt w:val="lowerRoman"/>
      <w:lvlText w:val="%3."/>
      <w:lvlJc w:val="right"/>
      <w:pPr>
        <w:ind w:left="1800" w:hanging="180"/>
      </w:pPr>
    </w:lvl>
    <w:lvl w:ilvl="3" w:tplc="1007000F" w:tentative="1">
      <w:start w:val="1"/>
      <w:numFmt w:val="decimal"/>
      <w:lvlText w:val="%4."/>
      <w:lvlJc w:val="left"/>
      <w:pPr>
        <w:ind w:left="2520" w:hanging="360"/>
      </w:pPr>
    </w:lvl>
    <w:lvl w:ilvl="4" w:tplc="10070019" w:tentative="1">
      <w:start w:val="1"/>
      <w:numFmt w:val="lowerLetter"/>
      <w:lvlText w:val="%5."/>
      <w:lvlJc w:val="left"/>
      <w:pPr>
        <w:ind w:left="3240" w:hanging="360"/>
      </w:pPr>
    </w:lvl>
    <w:lvl w:ilvl="5" w:tplc="1007001B" w:tentative="1">
      <w:start w:val="1"/>
      <w:numFmt w:val="lowerRoman"/>
      <w:lvlText w:val="%6."/>
      <w:lvlJc w:val="right"/>
      <w:pPr>
        <w:ind w:left="3960" w:hanging="180"/>
      </w:pPr>
    </w:lvl>
    <w:lvl w:ilvl="6" w:tplc="1007000F" w:tentative="1">
      <w:start w:val="1"/>
      <w:numFmt w:val="decimal"/>
      <w:lvlText w:val="%7."/>
      <w:lvlJc w:val="left"/>
      <w:pPr>
        <w:ind w:left="4680" w:hanging="360"/>
      </w:pPr>
    </w:lvl>
    <w:lvl w:ilvl="7" w:tplc="10070019" w:tentative="1">
      <w:start w:val="1"/>
      <w:numFmt w:val="lowerLetter"/>
      <w:lvlText w:val="%8."/>
      <w:lvlJc w:val="left"/>
      <w:pPr>
        <w:ind w:left="5400" w:hanging="360"/>
      </w:pPr>
    </w:lvl>
    <w:lvl w:ilvl="8" w:tplc="1007001B" w:tentative="1">
      <w:start w:val="1"/>
      <w:numFmt w:val="lowerRoman"/>
      <w:lvlText w:val="%9."/>
      <w:lvlJc w:val="right"/>
      <w:pPr>
        <w:ind w:left="6120" w:hanging="180"/>
      </w:pPr>
    </w:lvl>
  </w:abstractNum>
  <w:abstractNum w:abstractNumId="14" w15:restartNumberingAfterBreak="0">
    <w:nsid w:val="51B13306"/>
    <w:multiLevelType w:val="hybridMultilevel"/>
    <w:tmpl w:val="2FD2E8C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59847687"/>
    <w:multiLevelType w:val="hybridMultilevel"/>
    <w:tmpl w:val="CA3C0910"/>
    <w:lvl w:ilvl="0" w:tplc="73C24D5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4011363"/>
    <w:multiLevelType w:val="multilevel"/>
    <w:tmpl w:val="D4BE1214"/>
    <w:lvl w:ilvl="0">
      <w:start w:val="3"/>
      <w:numFmt w:val="decimal"/>
      <w:lvlText w:val="%1."/>
      <w:lvlJc w:val="left"/>
      <w:pPr>
        <w:tabs>
          <w:tab w:val="num" w:pos="567"/>
        </w:tabs>
        <w:ind w:left="567" w:hanging="567"/>
      </w:pPr>
      <w:rPr>
        <w:rFonts w:hint="default"/>
      </w:rPr>
    </w:lvl>
    <w:lvl w:ilvl="1">
      <w:start w:val="1"/>
      <w:numFmt w:val="decimal"/>
      <w:lvlRestart w:val="0"/>
      <w:lvlText w:val="%1.%2"/>
      <w:lvlJc w:val="left"/>
      <w:pPr>
        <w:tabs>
          <w:tab w:val="num" w:pos="709"/>
        </w:tabs>
        <w:ind w:left="709" w:hanging="709"/>
      </w:pPr>
      <w:rPr>
        <w:rFonts w:hint="default"/>
      </w:rPr>
    </w:lvl>
    <w:lvl w:ilvl="2">
      <w:start w:val="1"/>
      <w:numFmt w:val="decimal"/>
      <w:lvlRestart w:val="0"/>
      <w:lvlText w:val="%1.%2.%3"/>
      <w:lvlJc w:val="left"/>
      <w:pPr>
        <w:tabs>
          <w:tab w:val="num" w:pos="1080"/>
        </w:tabs>
        <w:ind w:left="851" w:hanging="851"/>
      </w:pPr>
      <w:rPr>
        <w:rFonts w:hint="default"/>
      </w:rPr>
    </w:lvl>
    <w:lvl w:ilvl="3">
      <w:start w:val="1"/>
      <w:numFmt w:val="decimal"/>
      <w:lvlRestart w:val="0"/>
      <w:lvlText w:val="%1.%2.%3.%4"/>
      <w:lvlJc w:val="left"/>
      <w:pPr>
        <w:tabs>
          <w:tab w:val="num" w:pos="1440"/>
        </w:tabs>
        <w:ind w:left="992" w:hanging="992"/>
      </w:pPr>
      <w:rPr>
        <w:rFonts w:hint="default"/>
      </w:rPr>
    </w:lvl>
    <w:lvl w:ilvl="4">
      <w:start w:val="1"/>
      <w:numFmt w:val="decimal"/>
      <w:lvlText w:val="%1.%2.%3.%4.%5"/>
      <w:lvlJc w:val="left"/>
      <w:pPr>
        <w:tabs>
          <w:tab w:val="num" w:pos="1800"/>
        </w:tabs>
        <w:ind w:left="0" w:firstLine="0"/>
      </w:pPr>
      <w:rPr>
        <w:rFonts w:hint="default"/>
      </w:rPr>
    </w:lvl>
    <w:lvl w:ilvl="5">
      <w:start w:val="1"/>
      <w:numFmt w:val="decimal"/>
      <w:lvlText w:val="%1.%2.%3.%4.%5.%6"/>
      <w:lvlJc w:val="left"/>
      <w:pPr>
        <w:tabs>
          <w:tab w:val="num" w:pos="2160"/>
        </w:tabs>
        <w:ind w:left="0" w:firstLine="0"/>
      </w:pPr>
      <w:rPr>
        <w:rFonts w:hint="default"/>
      </w:rPr>
    </w:lvl>
    <w:lvl w:ilvl="6">
      <w:start w:val="1"/>
      <w:numFmt w:val="decimal"/>
      <w:lvlText w:val="%1.%2.%3.%4.%5.%6.%7"/>
      <w:lvlJc w:val="left"/>
      <w:pPr>
        <w:tabs>
          <w:tab w:val="num" w:pos="2520"/>
        </w:tabs>
        <w:ind w:left="0" w:firstLine="0"/>
      </w:pPr>
      <w:rPr>
        <w:rFonts w:hint="default"/>
      </w:rPr>
    </w:lvl>
    <w:lvl w:ilvl="7">
      <w:start w:val="1"/>
      <w:numFmt w:val="decimal"/>
      <w:lvlText w:val="%1.%2.%3.%4.%5.%6.%7.%8"/>
      <w:lvlJc w:val="left"/>
      <w:pPr>
        <w:tabs>
          <w:tab w:val="num" w:pos="2880"/>
        </w:tabs>
        <w:ind w:left="0" w:firstLine="0"/>
      </w:pPr>
      <w:rPr>
        <w:rFonts w:hint="default"/>
      </w:rPr>
    </w:lvl>
    <w:lvl w:ilvl="8">
      <w:start w:val="1"/>
      <w:numFmt w:val="decimal"/>
      <w:lvlText w:val="%1.%2.%3.%4.%5.%6.%7.%8.%9"/>
      <w:lvlJc w:val="left"/>
      <w:pPr>
        <w:tabs>
          <w:tab w:val="num" w:pos="3240"/>
        </w:tabs>
        <w:ind w:left="0" w:firstLine="0"/>
      </w:pPr>
      <w:rPr>
        <w:rFonts w:hint="default"/>
      </w:rPr>
    </w:lvl>
  </w:abstractNum>
  <w:abstractNum w:abstractNumId="17" w15:restartNumberingAfterBreak="0">
    <w:nsid w:val="7BEF6599"/>
    <w:multiLevelType w:val="multilevel"/>
    <w:tmpl w:val="AD088D38"/>
    <w:lvl w:ilvl="0">
      <w:start w:val="1"/>
      <w:numFmt w:val="decimal"/>
      <w:pStyle w:val="Heading1"/>
      <w:lvlText w:val="%1."/>
      <w:lvlJc w:val="left"/>
      <w:pPr>
        <w:tabs>
          <w:tab w:val="num" w:pos="567"/>
        </w:tabs>
        <w:ind w:left="567" w:hanging="567"/>
      </w:pPr>
      <w:rPr>
        <w:rFonts w:hint="default"/>
      </w:rPr>
    </w:lvl>
    <w:lvl w:ilvl="1">
      <w:start w:val="8"/>
      <w:numFmt w:val="decimal"/>
      <w:lvlRestart w:val="0"/>
      <w:pStyle w:val="Heading2"/>
      <w:lvlText w:val="%1.%2"/>
      <w:lvlJc w:val="left"/>
      <w:pPr>
        <w:tabs>
          <w:tab w:val="num" w:pos="709"/>
        </w:tabs>
        <w:ind w:left="709" w:hanging="709"/>
      </w:pPr>
      <w:rPr>
        <w:rFonts w:hint="default"/>
      </w:rPr>
    </w:lvl>
    <w:lvl w:ilvl="2">
      <w:start w:val="1"/>
      <w:numFmt w:val="decimal"/>
      <w:lvlRestart w:val="0"/>
      <w:pStyle w:val="Heading3"/>
      <w:lvlText w:val="%1.%2.%3"/>
      <w:lvlJc w:val="left"/>
      <w:pPr>
        <w:tabs>
          <w:tab w:val="num" w:pos="1080"/>
        </w:tabs>
        <w:ind w:left="851" w:hanging="851"/>
      </w:pPr>
      <w:rPr>
        <w:rFonts w:hint="default"/>
      </w:rPr>
    </w:lvl>
    <w:lvl w:ilvl="3">
      <w:start w:val="1"/>
      <w:numFmt w:val="decimal"/>
      <w:lvlRestart w:val="0"/>
      <w:pStyle w:val="Heading4"/>
      <w:lvlText w:val="%1.%2.%3.%4"/>
      <w:lvlJc w:val="left"/>
      <w:pPr>
        <w:tabs>
          <w:tab w:val="num" w:pos="1440"/>
        </w:tabs>
        <w:ind w:left="992" w:hanging="992"/>
      </w:pPr>
      <w:rPr>
        <w:rFonts w:hint="default"/>
      </w:rPr>
    </w:lvl>
    <w:lvl w:ilvl="4">
      <w:start w:val="1"/>
      <w:numFmt w:val="decimal"/>
      <w:lvlText w:val="%1.%2.%3.%4.%5"/>
      <w:lvlJc w:val="left"/>
      <w:pPr>
        <w:tabs>
          <w:tab w:val="num" w:pos="1800"/>
        </w:tabs>
        <w:ind w:left="0" w:firstLine="0"/>
      </w:pPr>
      <w:rPr>
        <w:rFonts w:hint="default"/>
      </w:rPr>
    </w:lvl>
    <w:lvl w:ilvl="5">
      <w:start w:val="1"/>
      <w:numFmt w:val="decimal"/>
      <w:lvlText w:val="%1.%2.%3.%4.%5.%6"/>
      <w:lvlJc w:val="left"/>
      <w:pPr>
        <w:tabs>
          <w:tab w:val="num" w:pos="2160"/>
        </w:tabs>
        <w:ind w:left="0" w:firstLine="0"/>
      </w:pPr>
      <w:rPr>
        <w:rFonts w:hint="default"/>
      </w:rPr>
    </w:lvl>
    <w:lvl w:ilvl="6">
      <w:start w:val="1"/>
      <w:numFmt w:val="decimal"/>
      <w:lvlText w:val="%1.%2.%3.%4.%5.%6.%7"/>
      <w:lvlJc w:val="left"/>
      <w:pPr>
        <w:tabs>
          <w:tab w:val="num" w:pos="2520"/>
        </w:tabs>
        <w:ind w:left="0" w:firstLine="0"/>
      </w:pPr>
      <w:rPr>
        <w:rFonts w:hint="default"/>
      </w:rPr>
    </w:lvl>
    <w:lvl w:ilvl="7">
      <w:start w:val="1"/>
      <w:numFmt w:val="decimal"/>
      <w:lvlText w:val="%1.%2.%3.%4.%5.%6.%7.%8"/>
      <w:lvlJc w:val="left"/>
      <w:pPr>
        <w:tabs>
          <w:tab w:val="num" w:pos="2880"/>
        </w:tabs>
        <w:ind w:left="0" w:firstLine="0"/>
      </w:pPr>
      <w:rPr>
        <w:rFonts w:hint="default"/>
      </w:rPr>
    </w:lvl>
    <w:lvl w:ilvl="8">
      <w:start w:val="1"/>
      <w:numFmt w:val="decimal"/>
      <w:lvlText w:val="%1.%2.%3.%4.%5.%6.%7.%8.%9"/>
      <w:lvlJc w:val="left"/>
      <w:pPr>
        <w:tabs>
          <w:tab w:val="num" w:pos="3240"/>
        </w:tabs>
        <w:ind w:left="0" w:firstLine="0"/>
      </w:pPr>
      <w:rPr>
        <w:rFonts w:hint="default"/>
      </w:rPr>
    </w:lvl>
  </w:abstractNum>
  <w:num w:numId="1">
    <w:abstractNumId w:val="17"/>
  </w:num>
  <w:num w:numId="2">
    <w:abstractNumId w:val="0"/>
  </w:num>
  <w:num w:numId="3">
    <w:abstractNumId w:val="11"/>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4"/>
  </w:num>
  <w:num w:numId="7">
    <w:abstractNumId w:val="8"/>
  </w:num>
  <w:num w:numId="8">
    <w:abstractNumId w:val="6"/>
  </w:num>
  <w:num w:numId="9">
    <w:abstractNumId w:val="9"/>
  </w:num>
  <w:num w:numId="10">
    <w:abstractNumId w:val="15"/>
  </w:num>
  <w:num w:numId="11">
    <w:abstractNumId w:val="16"/>
  </w:num>
  <w:num w:numId="12">
    <w:abstractNumId w:val="1"/>
  </w:num>
  <w:num w:numId="13">
    <w:abstractNumId w:val="3"/>
  </w:num>
  <w:num w:numId="14">
    <w:abstractNumId w:val="2"/>
  </w:num>
  <w:num w:numId="15">
    <w:abstractNumId w:val="4"/>
  </w:num>
  <w:num w:numId="16">
    <w:abstractNumId w:val="10"/>
  </w:num>
  <w:num w:numId="17">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7"/>
  </w:num>
  <w:num w:numId="20">
    <w:abstractNumId w:val="12"/>
  </w:num>
  <w:num w:numId="21">
    <w:abstractNumId w:val="17"/>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9" w:dllVersion="512" w:checkStyle="0"/>
  <w:activeWritingStyle w:appName="MSWord" w:lang="de-LU"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noPunctuationKerning/>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9EB"/>
    <w:rsid w:val="000653CA"/>
    <w:rsid w:val="000A7DFD"/>
    <w:rsid w:val="000E2C9E"/>
    <w:rsid w:val="001208D1"/>
    <w:rsid w:val="00137BD2"/>
    <w:rsid w:val="001A1D2D"/>
    <w:rsid w:val="001E22EE"/>
    <w:rsid w:val="0026244E"/>
    <w:rsid w:val="00266C1B"/>
    <w:rsid w:val="00300369"/>
    <w:rsid w:val="003259EB"/>
    <w:rsid w:val="003A48BC"/>
    <w:rsid w:val="004305F9"/>
    <w:rsid w:val="004560A5"/>
    <w:rsid w:val="005A6299"/>
    <w:rsid w:val="005B7377"/>
    <w:rsid w:val="006A2528"/>
    <w:rsid w:val="0070065E"/>
    <w:rsid w:val="007E7381"/>
    <w:rsid w:val="007F1BC3"/>
    <w:rsid w:val="007F1E45"/>
    <w:rsid w:val="00835904"/>
    <w:rsid w:val="00881AC9"/>
    <w:rsid w:val="008A38D6"/>
    <w:rsid w:val="008A6B0C"/>
    <w:rsid w:val="008E1FFE"/>
    <w:rsid w:val="008E469A"/>
    <w:rsid w:val="008E663C"/>
    <w:rsid w:val="00921B8E"/>
    <w:rsid w:val="00930025"/>
    <w:rsid w:val="0093797A"/>
    <w:rsid w:val="00970E75"/>
    <w:rsid w:val="00971B79"/>
    <w:rsid w:val="009C0CC0"/>
    <w:rsid w:val="009E6922"/>
    <w:rsid w:val="009F2887"/>
    <w:rsid w:val="00A02194"/>
    <w:rsid w:val="00A3498F"/>
    <w:rsid w:val="00A54487"/>
    <w:rsid w:val="00A64338"/>
    <w:rsid w:val="00A64F2E"/>
    <w:rsid w:val="00A82164"/>
    <w:rsid w:val="00A8659F"/>
    <w:rsid w:val="00AE4A28"/>
    <w:rsid w:val="00B26DF0"/>
    <w:rsid w:val="00B27270"/>
    <w:rsid w:val="00BA2CE9"/>
    <w:rsid w:val="00BD3551"/>
    <w:rsid w:val="00BE1211"/>
    <w:rsid w:val="00BE1F9F"/>
    <w:rsid w:val="00C51361"/>
    <w:rsid w:val="00D835D7"/>
    <w:rsid w:val="00D8368E"/>
    <w:rsid w:val="00DC1427"/>
    <w:rsid w:val="00E410C9"/>
    <w:rsid w:val="00E77F48"/>
    <w:rsid w:val="00E83702"/>
    <w:rsid w:val="00F469C8"/>
    <w:rsid w:val="00FA37F7"/>
    <w:rsid w:val="00FA6823"/>
    <w:rsid w:val="00FB11FB"/>
    <w:rsid w:val="00FB7F5A"/>
    <w:rsid w:val="00FE56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B24BC4"/>
  <w15:docId w15:val="{1CE59885-8B10-4C73-BC53-DF153D5A3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FA6823"/>
    <w:pPr>
      <w:spacing w:after="120" w:line="360" w:lineRule="auto"/>
      <w:jc w:val="both"/>
    </w:pPr>
    <w:rPr>
      <w:rFonts w:ascii="Arial" w:hAnsi="Arial"/>
      <w:sz w:val="24"/>
      <w:szCs w:val="24"/>
      <w:lang w:val="fr-FR"/>
    </w:rPr>
  </w:style>
  <w:style w:type="paragraph" w:styleId="Heading1">
    <w:name w:val="heading 1"/>
    <w:basedOn w:val="Normal"/>
    <w:next w:val="Normal"/>
    <w:qFormat/>
    <w:pPr>
      <w:keepNext/>
      <w:numPr>
        <w:numId w:val="5"/>
      </w:numPr>
      <w:outlineLvl w:val="0"/>
    </w:pPr>
    <w:rPr>
      <w:rFonts w:cs="Arial"/>
      <w:b/>
      <w:bCs/>
      <w:sz w:val="32"/>
      <w:szCs w:val="32"/>
      <w:u w:val="double"/>
    </w:rPr>
  </w:style>
  <w:style w:type="paragraph" w:styleId="Heading2">
    <w:name w:val="heading 2"/>
    <w:basedOn w:val="Heading1"/>
    <w:next w:val="Normal"/>
    <w:qFormat/>
    <w:pPr>
      <w:numPr>
        <w:ilvl w:val="1"/>
      </w:numPr>
      <w:outlineLvl w:val="1"/>
    </w:pPr>
    <w:rPr>
      <w:color w:val="00FFFF"/>
      <w:sz w:val="28"/>
      <w:szCs w:val="28"/>
      <w:u w:val="single"/>
      <w:lang w:val="de-LU"/>
    </w:rPr>
  </w:style>
  <w:style w:type="paragraph" w:styleId="Heading3">
    <w:name w:val="heading 3"/>
    <w:basedOn w:val="Heading2"/>
    <w:next w:val="Normal"/>
    <w:qFormat/>
    <w:rsid w:val="000653CA"/>
    <w:pPr>
      <w:numPr>
        <w:ilvl w:val="2"/>
      </w:numPr>
      <w:tabs>
        <w:tab w:val="left" w:pos="851"/>
      </w:tabs>
      <w:outlineLvl w:val="2"/>
    </w:pPr>
    <w:rPr>
      <w:iCs/>
      <w:color w:val="00FF00"/>
      <w:sz w:val="26"/>
      <w:szCs w:val="26"/>
    </w:rPr>
  </w:style>
  <w:style w:type="paragraph" w:styleId="Heading4">
    <w:name w:val="heading 4"/>
    <w:basedOn w:val="Heading3"/>
    <w:next w:val="Normal"/>
    <w:qFormat/>
    <w:rsid w:val="005A6299"/>
    <w:pPr>
      <w:numPr>
        <w:ilvl w:val="3"/>
      </w:numPr>
      <w:tabs>
        <w:tab w:val="clear" w:pos="851"/>
        <w:tab w:val="left" w:pos="992"/>
      </w:tabs>
      <w:outlineLvl w:val="3"/>
    </w:pPr>
    <w:rPr>
      <w:bCs w:val="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BodyText">
    <w:name w:val="Body Text"/>
    <w:basedOn w:val="Normal"/>
    <w:rPr>
      <w:b/>
      <w:bCs/>
      <w:u w:val="single"/>
      <w:lang w:val="de-LU"/>
    </w:rPr>
  </w:style>
  <w:style w:type="paragraph" w:styleId="BodyText2">
    <w:name w:val="Body Text 2"/>
    <w:basedOn w:val="Normal"/>
    <w:pPr>
      <w:pBdr>
        <w:top w:val="single" w:sz="4" w:space="1" w:color="auto"/>
        <w:left w:val="single" w:sz="4" w:space="4" w:color="auto"/>
        <w:bottom w:val="single" w:sz="4" w:space="1" w:color="auto"/>
        <w:right w:val="single" w:sz="4" w:space="4" w:color="auto"/>
      </w:pBdr>
      <w:jc w:val="center"/>
    </w:pPr>
  </w:style>
  <w:style w:type="paragraph" w:styleId="BodyText3">
    <w:name w:val="Body Text 3"/>
    <w:basedOn w:val="Normal"/>
    <w:pPr>
      <w:tabs>
        <w:tab w:val="left" w:pos="5670"/>
      </w:tabs>
      <w:jc w:val="left"/>
    </w:pPr>
  </w:style>
  <w:style w:type="paragraph" w:customStyle="1" w:styleId="Exercice">
    <w:name w:val="Exercice"/>
    <w:basedOn w:val="Normal"/>
    <w:next w:val="Normal"/>
    <w:rsid w:val="008E663C"/>
    <w:pPr>
      <w:numPr>
        <w:numId w:val="19"/>
      </w:numPr>
      <w:jc w:val="left"/>
    </w:pPr>
    <w:rPr>
      <w:b/>
      <w:u w:val="single"/>
    </w:rPr>
  </w:style>
  <w:style w:type="paragraph" w:styleId="BalloonText">
    <w:name w:val="Balloon Text"/>
    <w:basedOn w:val="Normal"/>
    <w:link w:val="BalloonTextChar"/>
    <w:rsid w:val="005A6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A6299"/>
    <w:rPr>
      <w:rFonts w:ascii="Tahoma" w:hAnsi="Tahoma" w:cs="Tahoma"/>
      <w:sz w:val="16"/>
      <w:szCs w:val="16"/>
      <w:lang w:val="fr-FR"/>
    </w:rPr>
  </w:style>
  <w:style w:type="paragraph" w:customStyle="1" w:styleId="StyleHeading4Auto">
    <w:name w:val="Style Heading 4 + Auto"/>
    <w:basedOn w:val="Heading4"/>
    <w:rsid w:val="006A2528"/>
    <w:rPr>
      <w:bCs/>
      <w:iCs w:val="0"/>
      <w:color w:val="auto"/>
      <w:sz w:val="24"/>
    </w:rPr>
  </w:style>
  <w:style w:type="character" w:styleId="Hyperlink">
    <w:name w:val="Hyperlink"/>
    <w:rsid w:val="00BE1211"/>
    <w:rPr>
      <w:color w:val="0000FF"/>
      <w:u w:val="single"/>
    </w:rPr>
  </w:style>
  <w:style w:type="paragraph" w:customStyle="1" w:styleId="StyleHeading4Auto1">
    <w:name w:val="Style Heading 4 + Auto1"/>
    <w:basedOn w:val="Heading4"/>
    <w:rsid w:val="000653CA"/>
    <w:rPr>
      <w:bCs/>
      <w:iCs w:val="0"/>
      <w:color w:val="auto"/>
      <w:sz w:val="24"/>
    </w:rPr>
  </w:style>
  <w:style w:type="paragraph" w:styleId="ListParagraph">
    <w:name w:val="List Paragraph"/>
    <w:basedOn w:val="Normal"/>
    <w:uiPriority w:val="34"/>
    <w:qFormat/>
    <w:rsid w:val="00F469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emf"/><Relationship Id="rId26" Type="http://schemas.openxmlformats.org/officeDocument/2006/relationships/image" Target="media/image10.wmf"/><Relationship Id="rId39" Type="http://schemas.openxmlformats.org/officeDocument/2006/relationships/oleObject" Target="embeddings/oleObject15.bin"/><Relationship Id="rId21" Type="http://schemas.openxmlformats.org/officeDocument/2006/relationships/oleObject" Target="embeddings/oleObject7.bin"/><Relationship Id="rId34" Type="http://schemas.openxmlformats.org/officeDocument/2006/relationships/image" Target="media/image14.emf"/><Relationship Id="rId42" Type="http://schemas.openxmlformats.org/officeDocument/2006/relationships/image" Target="media/image18.wmf"/><Relationship Id="rId47" Type="http://schemas.openxmlformats.org/officeDocument/2006/relationships/oleObject" Target="embeddings/oleObject19.bin"/><Relationship Id="rId50" Type="http://schemas.openxmlformats.org/officeDocument/2006/relationships/image" Target="media/image22.wmf"/><Relationship Id="rId55" Type="http://schemas.openxmlformats.org/officeDocument/2006/relationships/oleObject" Target="embeddings/oleObject23.bin"/><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emf"/><Relationship Id="rId46" Type="http://schemas.openxmlformats.org/officeDocument/2006/relationships/image" Target="media/image20.emf"/><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oleObject" Target="embeddings/oleObject11.bin"/><Relationship Id="rId41" Type="http://schemas.openxmlformats.org/officeDocument/2006/relationships/oleObject" Target="embeddings/oleObject16.bin"/><Relationship Id="rId54" Type="http://schemas.openxmlformats.org/officeDocument/2006/relationships/image" Target="media/image2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emf"/><Relationship Id="rId32" Type="http://schemas.openxmlformats.org/officeDocument/2006/relationships/image" Target="media/image13.emf"/><Relationship Id="rId37" Type="http://schemas.openxmlformats.org/officeDocument/2006/relationships/image" Target="media/image15.png"/><Relationship Id="rId40" Type="http://schemas.openxmlformats.org/officeDocument/2006/relationships/image" Target="media/image17.wmf"/><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emf"/><Relationship Id="rId36" Type="http://schemas.openxmlformats.org/officeDocument/2006/relationships/hyperlink" Target="http://www.wikipedia.de" TargetMode="External"/><Relationship Id="rId49" Type="http://schemas.openxmlformats.org/officeDocument/2006/relationships/oleObject" Target="embeddings/oleObject20.bin"/><Relationship Id="rId57"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oleObject" Target="embeddings/oleObject10.bin"/><Relationship Id="rId30" Type="http://schemas.openxmlformats.org/officeDocument/2006/relationships/image" Target="media/image12.emf"/><Relationship Id="rId35" Type="http://schemas.openxmlformats.org/officeDocument/2006/relationships/oleObject" Target="embeddings/oleObject14.bin"/><Relationship Id="rId43" Type="http://schemas.openxmlformats.org/officeDocument/2006/relationships/oleObject" Target="embeddings/oleObject17.bin"/><Relationship Id="rId48" Type="http://schemas.openxmlformats.org/officeDocument/2006/relationships/image" Target="media/image21.wmf"/><Relationship Id="rId56" Type="http://schemas.openxmlformats.org/officeDocument/2006/relationships/header" Target="header1.xml"/><Relationship Id="rId8" Type="http://schemas.openxmlformats.org/officeDocument/2006/relationships/image" Target="media/image1.emf"/><Relationship Id="rId51" Type="http://schemas.openxmlformats.org/officeDocument/2006/relationships/oleObject" Target="embeddings/oleObject21.bin"/><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cloullin\Documents\Microsoft%20Word\Cour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702BC-CA13-4B39-88FA-077CBC2C9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Cours.dot</Template>
  <TotalTime>0</TotalTime>
  <Pages>11</Pages>
  <Words>1187</Words>
  <Characters>7482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Loullingen</dc:creator>
  <cp:lastModifiedBy>cloullin</cp:lastModifiedBy>
  <cp:revision>2</cp:revision>
  <cp:lastPrinted>2008-04-23T10:25:00Z</cp:lastPrinted>
  <dcterms:created xsi:type="dcterms:W3CDTF">2016-09-19T20:21:00Z</dcterms:created>
  <dcterms:modified xsi:type="dcterms:W3CDTF">2016-09-19T20:21:00Z</dcterms:modified>
</cp:coreProperties>
</file>